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21CE782" w14:textId="63ECC0E8" w:rsidR="00D57E6D" w:rsidRPr="006324A2" w:rsidRDefault="006A2AB2" w:rsidP="003A7D62">
      <w:pPr>
        <w:rPr>
          <w:lang w:val="sr-Cyrl-RS"/>
        </w:rPr>
      </w:pPr>
      <w:r w:rsidRPr="006324A2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344B1D5" wp14:editId="06C2380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A11CB06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9EA3BDF" w14:textId="77777777" w:rsidR="00D57E6D" w:rsidRPr="006324A2" w:rsidRDefault="00D57E6D" w:rsidP="003A7D62">
      <w:pPr>
        <w:rPr>
          <w:lang w:val="sr-Cyrl-RS"/>
        </w:rPr>
      </w:pPr>
    </w:p>
    <w:bookmarkEnd w:id="0"/>
    <w:p w14:paraId="4A07A517" w14:textId="77777777" w:rsidR="00B758A6" w:rsidRPr="006324A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6324A2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22553D59" w14:textId="77777777" w:rsidR="00B758A6" w:rsidRPr="006324A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3B1F3894" w14:textId="77777777" w:rsidR="00B758A6" w:rsidRPr="006324A2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37CA56EA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6324A2">
        <w:rPr>
          <w:b/>
          <w:lang w:val="sr-Cyrl-RS" w:eastAsia="sr-Latn-CS"/>
        </w:rPr>
        <w:t>1.1. Назив, адреса и интернет страница наручиоца</w:t>
      </w:r>
    </w:p>
    <w:p w14:paraId="68751DFB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 xml:space="preserve">Завод за јавно здравље </w:t>
      </w:r>
      <w:r w:rsidR="00B53C13" w:rsidRPr="006324A2">
        <w:rPr>
          <w:lang w:val="sr-Cyrl-RS" w:eastAsia="sr-Latn-CS"/>
        </w:rPr>
        <w:t>Панчево</w:t>
      </w:r>
      <w:r w:rsidRPr="006324A2">
        <w:rPr>
          <w:lang w:val="sr-Cyrl-RS" w:eastAsia="sr-Latn-CS"/>
        </w:rPr>
        <w:t xml:space="preserve">, </w:t>
      </w:r>
    </w:p>
    <w:p w14:paraId="700C1141" w14:textId="77777777" w:rsidR="00B758A6" w:rsidRPr="006324A2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ул: Пастерова бр:2;</w:t>
      </w:r>
      <w:r w:rsidR="00B758A6" w:rsidRPr="006324A2">
        <w:rPr>
          <w:lang w:val="sr-Cyrl-RS" w:eastAsia="sr-Latn-CS"/>
        </w:rPr>
        <w:t xml:space="preserve"> </w:t>
      </w:r>
      <w:r w:rsidRPr="006324A2">
        <w:rPr>
          <w:lang w:val="sr-Cyrl-RS" w:eastAsia="sr-Latn-CS"/>
        </w:rPr>
        <w:t>26000 Панчево</w:t>
      </w:r>
    </w:p>
    <w:p w14:paraId="19FEDA1C" w14:textId="77777777" w:rsidR="00B53C13" w:rsidRPr="006324A2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6324A2">
        <w:rPr>
          <w:lang w:val="sr-Cyrl-RS" w:eastAsia="sr-Latn-CS"/>
        </w:rPr>
        <w:t>Интернет страница</w:t>
      </w:r>
      <w:r w:rsidR="00B53C13" w:rsidRPr="006324A2">
        <w:rPr>
          <w:lang w:val="sr-Cyrl-RS" w:eastAsia="sr-Latn-CS"/>
        </w:rPr>
        <w:t>:</w:t>
      </w:r>
      <w:r w:rsidRPr="006324A2">
        <w:rPr>
          <w:lang w:val="sr-Cyrl-RS" w:eastAsia="sr-Latn-CS"/>
        </w:rPr>
        <w:t xml:space="preserve"> </w:t>
      </w:r>
      <w:hyperlink r:id="rId7" w:history="1">
        <w:r w:rsidR="00B53C13" w:rsidRPr="006324A2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6324A2">
        <w:rPr>
          <w:rFonts w:eastAsia="Calibri"/>
          <w:sz w:val="22"/>
          <w:szCs w:val="22"/>
          <w:lang w:val="sr-Cyrl-RS"/>
        </w:rPr>
        <w:t xml:space="preserve">  </w:t>
      </w:r>
    </w:p>
    <w:p w14:paraId="61022270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EFFA5B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1.2. Сврха набавке:</w:t>
      </w:r>
      <w:r w:rsidRPr="006324A2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76643C76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E707F0A" w14:textId="77777777" w:rsidR="00B758A6" w:rsidRPr="006324A2" w:rsidRDefault="00B758A6" w:rsidP="0009622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1.3. Предмет јавне набавке:</w:t>
      </w:r>
      <w:r w:rsidRPr="006324A2">
        <w:rPr>
          <w:lang w:val="sr-Cyrl-RS" w:eastAsia="sr-Latn-CS"/>
        </w:rPr>
        <w:t xml:space="preserve"> набавка </w:t>
      </w:r>
      <w:r w:rsidR="00096226" w:rsidRPr="006324A2">
        <w:rPr>
          <w:kern w:val="24"/>
          <w:lang w:val="sr-Cyrl-RS"/>
        </w:rPr>
        <w:t>добра Гориво – нафтни деривати</w:t>
      </w:r>
      <w:r w:rsidR="00096226" w:rsidRPr="006324A2">
        <w:rPr>
          <w:lang w:val="sr-Cyrl-RS" w:eastAsia="sr-Latn-CS"/>
        </w:rPr>
        <w:t>,</w:t>
      </w:r>
      <w:r w:rsidR="00096226" w:rsidRPr="006324A2">
        <w:rPr>
          <w:kern w:val="24"/>
          <w:lang w:val="sr-Cyrl-RS"/>
        </w:rPr>
        <w:t xml:space="preserve"> за период од годину дана,</w:t>
      </w:r>
      <w:r w:rsidR="00096226" w:rsidRPr="006324A2">
        <w:rPr>
          <w:bCs/>
          <w:iCs/>
          <w:lang w:val="sr-Cyrl-RS"/>
        </w:rPr>
        <w:t xml:space="preserve"> у свему према спецификацији </w:t>
      </w:r>
      <w:r w:rsidR="00096226" w:rsidRPr="006324A2">
        <w:rPr>
          <w:lang w:val="sr-Cyrl-RS"/>
        </w:rPr>
        <w:t>садржаној у Конкурсној документацији.</w:t>
      </w:r>
      <w:r w:rsidRPr="006324A2">
        <w:rPr>
          <w:lang w:val="sr-Cyrl-RS" w:eastAsia="sr-Latn-CS"/>
        </w:rPr>
        <w:t xml:space="preserve"> </w:t>
      </w:r>
      <w:r w:rsidR="00096226" w:rsidRPr="006324A2">
        <w:rPr>
          <w:lang w:val="sr-Cyrl-RS" w:eastAsia="sr-Latn-CS"/>
        </w:rPr>
        <w:t xml:space="preserve"> </w:t>
      </w:r>
    </w:p>
    <w:p w14:paraId="3CC68C5B" w14:textId="77777777" w:rsidR="00096226" w:rsidRPr="006324A2" w:rsidRDefault="00B758A6" w:rsidP="00096226">
      <w:pPr>
        <w:autoSpaceDE w:val="0"/>
        <w:autoSpaceDN w:val="0"/>
        <w:adjustRightInd w:val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Назив и ознака из општег речника набавке</w:t>
      </w:r>
      <w:r w:rsidR="00096226" w:rsidRPr="006324A2">
        <w:rPr>
          <w:lang w:val="sr-Cyrl-RS" w:eastAsia="sr-Latn-CS"/>
        </w:rPr>
        <w:t>-</w:t>
      </w:r>
      <w:r w:rsidRPr="006324A2">
        <w:rPr>
          <w:lang w:val="sr-Cyrl-RS" w:eastAsia="sr-Latn-CS"/>
        </w:rPr>
        <w:t xml:space="preserve"> </w:t>
      </w:r>
      <w:r w:rsidR="00096226" w:rsidRPr="006324A2">
        <w:rPr>
          <w:lang w:val="sr-Cyrl-RS" w:eastAsia="sr-Latn-CS"/>
        </w:rPr>
        <w:t>ЦВП:</w:t>
      </w:r>
      <w:r w:rsidR="00096226" w:rsidRPr="006324A2">
        <w:rPr>
          <w:b/>
          <w:bCs/>
          <w:szCs w:val="20"/>
          <w:lang w:val="sr-Cyrl-RS"/>
        </w:rPr>
        <w:t xml:space="preserve"> </w:t>
      </w:r>
      <w:r w:rsidR="00096226" w:rsidRPr="006324A2">
        <w:rPr>
          <w:b/>
          <w:bCs/>
          <w:lang w:val="sr-Cyrl-RS" w:eastAsia="sr-Latn-CS"/>
        </w:rPr>
        <w:t>09100000</w:t>
      </w:r>
      <w:r w:rsidR="00096226" w:rsidRPr="006324A2">
        <w:rPr>
          <w:lang w:val="sr-Cyrl-RS" w:eastAsia="sr-Latn-CS"/>
        </w:rPr>
        <w:t xml:space="preserve"> </w:t>
      </w:r>
    </w:p>
    <w:p w14:paraId="2803644A" w14:textId="77777777" w:rsidR="00096226" w:rsidRPr="006324A2" w:rsidRDefault="00096226" w:rsidP="00096226">
      <w:pPr>
        <w:autoSpaceDE w:val="0"/>
        <w:autoSpaceDN w:val="0"/>
        <w:adjustRightInd w:val="0"/>
        <w:jc w:val="both"/>
        <w:rPr>
          <w:lang w:val="sr-Cyrl-RS"/>
        </w:rPr>
      </w:pPr>
      <w:r w:rsidRPr="006324A2">
        <w:rPr>
          <w:lang w:val="sr-Cyrl-RS"/>
        </w:rPr>
        <w:t>09132100 - Безоловни бензин; 09134200 – Дизел и 0913300 - Течни нафтни гас.</w:t>
      </w:r>
    </w:p>
    <w:p w14:paraId="252B2D92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048006D8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1.4. Предметна јавна набавке није обликована по партијама</w:t>
      </w:r>
    </w:p>
    <w:p w14:paraId="3E9346EA" w14:textId="77777777" w:rsidR="00B758A6" w:rsidRPr="006324A2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33144C8F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6324A2">
        <w:rPr>
          <w:b/>
          <w:lang w:val="sr-Cyrl-RS" w:eastAsia="sr-Latn-CS"/>
        </w:rPr>
        <w:t>1.5. Контакт:</w:t>
      </w:r>
    </w:p>
    <w:p w14:paraId="2CC9E3B7" w14:textId="77777777" w:rsidR="00D07C17" w:rsidRPr="006324A2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 xml:space="preserve">Завод за јавно здравље Панчево, </w:t>
      </w:r>
    </w:p>
    <w:p w14:paraId="5831AE2F" w14:textId="77777777" w:rsidR="00B758A6" w:rsidRPr="006324A2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ул: Пастерова бр:2; 26000 Панчево</w:t>
      </w:r>
    </w:p>
    <w:p w14:paraId="04F41E97" w14:textId="22049C49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6324A2">
        <w:rPr>
          <w:bCs/>
          <w:lang w:val="sr-Cyrl-RS" w:eastAsia="sr-Latn-CS"/>
        </w:rPr>
        <w:t xml:space="preserve">Електронска адреса: </w:t>
      </w:r>
      <w:hyperlink r:id="rId8" w:history="1">
        <w:r w:rsidR="00635142" w:rsidRPr="00CB7C1B">
          <w:rPr>
            <w:rStyle w:val="Hyperlink"/>
          </w:rPr>
          <w:t>javne.nabavke@zjzpa.org.rs</w:t>
        </w:r>
      </w:hyperlink>
      <w:r w:rsidR="00635142">
        <w:t xml:space="preserve"> </w:t>
      </w:r>
      <w:bookmarkStart w:id="1" w:name="_GoBack"/>
      <w:bookmarkEnd w:id="1"/>
    </w:p>
    <w:p w14:paraId="24462E58" w14:textId="77777777" w:rsidR="003A7D62" w:rsidRPr="006324A2" w:rsidRDefault="003A7D62" w:rsidP="003A7D62">
      <w:pPr>
        <w:rPr>
          <w:lang w:val="sr-Cyrl-RS"/>
        </w:rPr>
      </w:pPr>
    </w:p>
    <w:p w14:paraId="336CB53E" w14:textId="77777777" w:rsidR="003A7D62" w:rsidRPr="006324A2" w:rsidRDefault="003A7D62" w:rsidP="003A7D62">
      <w:pPr>
        <w:ind w:left="0"/>
        <w:rPr>
          <w:lang w:val="sr-Cyrl-RS"/>
        </w:rPr>
      </w:pPr>
    </w:p>
    <w:p w14:paraId="6C71EC1B" w14:textId="77777777" w:rsidR="003A7D62" w:rsidRPr="006324A2" w:rsidRDefault="003A7D62" w:rsidP="003A7D62">
      <w:pPr>
        <w:ind w:left="0"/>
        <w:rPr>
          <w:lang w:val="sr-Cyrl-RS"/>
        </w:rPr>
      </w:pPr>
    </w:p>
    <w:p w14:paraId="697BA6D1" w14:textId="77777777" w:rsidR="003A7D62" w:rsidRPr="006324A2" w:rsidRDefault="003A7D62" w:rsidP="003A7D62">
      <w:pPr>
        <w:ind w:left="0"/>
        <w:rPr>
          <w:lang w:val="sr-Cyrl-RS"/>
        </w:rPr>
      </w:pPr>
    </w:p>
    <w:p w14:paraId="47BB860E" w14:textId="77777777" w:rsidR="003A7D62" w:rsidRPr="006324A2" w:rsidRDefault="003A7D62" w:rsidP="003A7D62">
      <w:pPr>
        <w:ind w:left="0"/>
        <w:rPr>
          <w:lang w:val="sr-Cyrl-RS"/>
        </w:rPr>
      </w:pPr>
    </w:p>
    <w:p w14:paraId="001290AB" w14:textId="77777777" w:rsidR="003A7D62" w:rsidRPr="006324A2" w:rsidRDefault="003A7D62" w:rsidP="003A7D62">
      <w:pPr>
        <w:ind w:left="0"/>
        <w:rPr>
          <w:lang w:val="sr-Cyrl-RS"/>
        </w:rPr>
      </w:pPr>
    </w:p>
    <w:sectPr w:rsidR="003A7D62" w:rsidRPr="006324A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072C7" w14:textId="77777777" w:rsidR="00D656E5" w:rsidRDefault="00D656E5">
      <w:r>
        <w:separator/>
      </w:r>
    </w:p>
  </w:endnote>
  <w:endnote w:type="continuationSeparator" w:id="0">
    <w:p w14:paraId="28E3B852" w14:textId="77777777" w:rsidR="00D656E5" w:rsidRDefault="00D6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87C45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0E743E1C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E4547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4CB24" w14:textId="381C05B0" w:rsidR="00B53C13" w:rsidRPr="00152F9F" w:rsidRDefault="006A2AB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E41C17" wp14:editId="7766A6DB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0766B775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71DAF" w14:textId="77777777" w:rsidR="00D656E5" w:rsidRDefault="00D656E5">
      <w:r>
        <w:separator/>
      </w:r>
    </w:p>
  </w:footnote>
  <w:footnote w:type="continuationSeparator" w:id="0">
    <w:p w14:paraId="5E1DA493" w14:textId="77777777" w:rsidR="00D656E5" w:rsidRDefault="00D6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EC0B8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8D601" w14:textId="77777777" w:rsidR="00B53C13" w:rsidRDefault="00B53C13" w:rsidP="00020DF1">
    <w:pPr>
      <w:pStyle w:val="Heading3"/>
      <w:spacing w:before="0" w:after="0"/>
      <w:ind w:left="0" w:right="0"/>
    </w:pPr>
  </w:p>
  <w:p w14:paraId="6FC6E649" w14:textId="2D293928" w:rsidR="00B53C13" w:rsidRDefault="006A2AB2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1675DEEF" wp14:editId="3AE98F3F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C13">
      <w:t>РЕПУБЛИКА 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42F62B33" wp14:editId="62993DB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D7D86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35455306" w14:textId="77777777" w:rsidR="00B53C13" w:rsidRDefault="00B53C13" w:rsidP="00255AFE">
    <w:pPr>
      <w:ind w:left="170" w:right="0"/>
      <w:jc w:val="center"/>
    </w:pPr>
    <w:proofErr w:type="spellStart"/>
    <w:r>
      <w:t>Завод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јавно</w:t>
    </w:r>
    <w:proofErr w:type="spellEnd"/>
    <w:r>
      <w:t xml:space="preserve"> </w:t>
    </w:r>
    <w:proofErr w:type="spellStart"/>
    <w:r>
      <w:t>здравље</w:t>
    </w:r>
    <w:proofErr w:type="spellEnd"/>
    <w:r>
      <w:t xml:space="preserve"> </w:t>
    </w:r>
    <w:proofErr w:type="spellStart"/>
    <w:r>
      <w:t>Панчево</w:t>
    </w:r>
    <w:proofErr w:type="spellEnd"/>
  </w:p>
  <w:p w14:paraId="3F8EE2C0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proofErr w:type="spellStart"/>
    <w:r>
      <w:rPr>
        <w:rFonts w:ascii="Times New Roman" w:hAnsi="Times New Roman"/>
      </w:rPr>
      <w:t>Пастерова</w:t>
    </w:r>
    <w:proofErr w:type="spellEnd"/>
    <w:r>
      <w:rPr>
        <w:rFonts w:ascii="Times New Roman" w:hAnsi="Times New Roman"/>
      </w:rPr>
      <w:t xml:space="preserve">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679DA3D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20DF1"/>
    <w:rsid w:val="00023F52"/>
    <w:rsid w:val="00063C8E"/>
    <w:rsid w:val="00096226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D56B3"/>
    <w:rsid w:val="004267E2"/>
    <w:rsid w:val="00434B9F"/>
    <w:rsid w:val="00570E24"/>
    <w:rsid w:val="005A48D4"/>
    <w:rsid w:val="005B3F46"/>
    <w:rsid w:val="00620E24"/>
    <w:rsid w:val="006324A2"/>
    <w:rsid w:val="00635142"/>
    <w:rsid w:val="00647975"/>
    <w:rsid w:val="006A2AB2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65609"/>
    <w:rsid w:val="00A72312"/>
    <w:rsid w:val="00A94055"/>
    <w:rsid w:val="00AA4928"/>
    <w:rsid w:val="00AE2633"/>
    <w:rsid w:val="00B105E0"/>
    <w:rsid w:val="00B22668"/>
    <w:rsid w:val="00B53C13"/>
    <w:rsid w:val="00B71CC8"/>
    <w:rsid w:val="00B758A6"/>
    <w:rsid w:val="00B834F9"/>
    <w:rsid w:val="00BE1D99"/>
    <w:rsid w:val="00C07AEF"/>
    <w:rsid w:val="00C72B23"/>
    <w:rsid w:val="00CD2FA7"/>
    <w:rsid w:val="00D032E9"/>
    <w:rsid w:val="00D07C17"/>
    <w:rsid w:val="00D130A5"/>
    <w:rsid w:val="00D24539"/>
    <w:rsid w:val="00D57E6D"/>
    <w:rsid w:val="00D656E5"/>
    <w:rsid w:val="00D9739E"/>
    <w:rsid w:val="00DE3BE4"/>
    <w:rsid w:val="00E43265"/>
    <w:rsid w:val="00EA39DE"/>
    <w:rsid w:val="00EA5E7E"/>
    <w:rsid w:val="00EB52E0"/>
    <w:rsid w:val="00EE525E"/>
    <w:rsid w:val="00F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2B9370F"/>
  <w15:chartTrackingRefBased/>
  <w15:docId w15:val="{CF361010-E153-4CD2-8263-BAEF0E7D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5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memorandum.dot</Template>
  <TotalTime>0</TotalTime>
  <Pages>1</Pages>
  <Words>110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4</cp:revision>
  <cp:lastPrinted>2007-06-13T07:07:00Z</cp:lastPrinted>
  <dcterms:created xsi:type="dcterms:W3CDTF">2023-01-30T15:48:00Z</dcterms:created>
  <dcterms:modified xsi:type="dcterms:W3CDTF">2025-01-13T08:28:00Z</dcterms:modified>
</cp:coreProperties>
</file>