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xgraphic"/>
    <w:p w14:paraId="3327EF1C" w14:textId="3773F3A1" w:rsidR="00D57E6D" w:rsidRPr="00AB3868" w:rsidRDefault="00E52CB1" w:rsidP="00AB3868">
      <w:pPr>
        <w:ind w:left="0"/>
        <w:rPr>
          <w:lang w:val="sr-Cyrl-RS"/>
        </w:rPr>
      </w:pPr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4474912D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 xml:space="preserve">Наручилац спроводи отворени поступак јавне набавке ради </w:t>
      </w:r>
      <w:r w:rsidR="00E76976">
        <w:rPr>
          <w:lang w:val="sr-Cyrl-RS" w:eastAsia="sr-Latn-CS"/>
        </w:rPr>
        <w:t xml:space="preserve">опремања </w:t>
      </w:r>
      <w:proofErr w:type="spellStart"/>
      <w:r w:rsidR="00E1073C" w:rsidRPr="00E1073C">
        <w:rPr>
          <w:szCs w:val="20"/>
          <w:lang w:val="sr-Cyrl-RS"/>
        </w:rPr>
        <w:t>просториј</w:t>
      </w:r>
      <w:proofErr w:type="spellEnd"/>
      <w:r w:rsidR="00E1073C" w:rsidRPr="00E1073C">
        <w:rPr>
          <w:szCs w:val="20"/>
          <w:lang w:val="sr-Latn-RS"/>
        </w:rPr>
        <w:t>a</w:t>
      </w:r>
      <w:r w:rsidR="00E1073C" w:rsidRPr="00E1073C">
        <w:rPr>
          <w:szCs w:val="20"/>
          <w:lang w:val="sr-Cyrl-RS"/>
        </w:rPr>
        <w:t xml:space="preserve"> организационих јединица и пратећ</w:t>
      </w:r>
      <w:r w:rsidR="00E1073C" w:rsidRPr="00E1073C">
        <w:rPr>
          <w:szCs w:val="20"/>
          <w:lang w:val="sr-Cyrl-RS"/>
        </w:rPr>
        <w:t>их</w:t>
      </w:r>
      <w:r w:rsidR="00E1073C" w:rsidRPr="00E1073C">
        <w:rPr>
          <w:szCs w:val="20"/>
          <w:lang w:val="sr-Cyrl-RS"/>
        </w:rPr>
        <w:t xml:space="preserve"> просториј</w:t>
      </w:r>
      <w:r w:rsidR="00E1073C" w:rsidRPr="00E1073C">
        <w:rPr>
          <w:szCs w:val="20"/>
          <w:lang w:val="sr-Cyrl-RS"/>
        </w:rPr>
        <w:t>а</w:t>
      </w:r>
      <w:r w:rsidR="00E1073C" w:rsidRPr="00E1073C">
        <w:rPr>
          <w:szCs w:val="20"/>
          <w:lang w:val="sr-Cyrl-RS"/>
        </w:rPr>
        <w:t xml:space="preserve"> у новом објекту Завода за јавно здравље Панчево</w:t>
      </w:r>
      <w:r w:rsidR="00E1073C">
        <w:rPr>
          <w:szCs w:val="20"/>
          <w:lang w:val="sr-Cyrl-RS"/>
        </w:rPr>
        <w:t>,</w:t>
      </w:r>
      <w:r w:rsidR="00A41104" w:rsidRPr="00E1073C">
        <w:rPr>
          <w:lang w:val="sr-Cyrl-RS" w:eastAsia="sr-Latn-CS"/>
        </w:rPr>
        <w:t xml:space="preserve"> на</w:t>
      </w:r>
      <w:r w:rsidR="00A41104">
        <w:rPr>
          <w:lang w:val="sr-Cyrl-RS" w:eastAsia="sr-Latn-CS"/>
        </w:rPr>
        <w:t xml:space="preserve"> адреси Милоша Обреновића бр. 2 Панчево. 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3C09E36E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</w:t>
      </w:r>
      <w:r w:rsidR="004721FC">
        <w:rPr>
          <w:b/>
          <w:lang w:val="sr-Cyrl-RS" w:eastAsia="sr-Latn-CS"/>
        </w:rPr>
        <w:t xml:space="preserve"> и назив</w:t>
      </w:r>
      <w:r w:rsidRPr="009C6CB8">
        <w:rPr>
          <w:b/>
          <w:lang w:val="sr-Cyrl-RS" w:eastAsia="sr-Latn-CS"/>
        </w:rPr>
        <w:t xml:space="preserve"> јавне набавке:</w:t>
      </w:r>
      <w:r w:rsidRPr="00B758A6">
        <w:rPr>
          <w:lang w:val="sr-Cyrl-RS" w:eastAsia="sr-Latn-CS"/>
        </w:rPr>
        <w:t xml:space="preserve"> </w:t>
      </w:r>
    </w:p>
    <w:p w14:paraId="436BF21D" w14:textId="42133CEA" w:rsidR="00A75C17" w:rsidRPr="0073749A" w:rsidRDefault="00E1073C" w:rsidP="00E1073C">
      <w:pPr>
        <w:ind w:left="0"/>
        <w:jc w:val="both"/>
        <w:rPr>
          <w:b/>
          <w:szCs w:val="20"/>
          <w:lang w:val="sr-Cyrl-RS"/>
        </w:rPr>
      </w:pPr>
      <w:r w:rsidRPr="00255936">
        <w:rPr>
          <w:b/>
          <w:bCs/>
          <w:szCs w:val="20"/>
          <w:lang w:val="sr-Cyrl-RS"/>
        </w:rPr>
        <w:t>НАМЕШТАЈ И ОПРЕМ</w:t>
      </w:r>
      <w:r>
        <w:rPr>
          <w:b/>
          <w:bCs/>
          <w:szCs w:val="20"/>
          <w:lang w:val="en-US"/>
        </w:rPr>
        <w:t>A</w:t>
      </w:r>
      <w:r w:rsidRPr="00255936">
        <w:rPr>
          <w:b/>
          <w:bCs/>
          <w:szCs w:val="20"/>
          <w:lang w:val="sr-Cyrl-RS"/>
        </w:rPr>
        <w:t xml:space="preserve"> ЗА ПРОСТОРИЈЕ ОРГАНИЗАЦИОНИХ ЈЕДИНИЦА И ПРАТЕЋЕ ПРОСТОРИЈЕ У НОВОМ ОБЈЕКТУ ЗАВОДА ЗА ЈАВНО ЗДРАВЉЕ ПАНЧЕВО</w:t>
      </w:r>
      <w:r>
        <w:rPr>
          <w:szCs w:val="20"/>
          <w:lang w:val="sr-Cyrl-RS"/>
        </w:rPr>
        <w:t xml:space="preserve"> </w:t>
      </w:r>
      <w:r w:rsidR="00A75C17" w:rsidRPr="0073749A">
        <w:rPr>
          <w:b/>
          <w:szCs w:val="20"/>
          <w:lang w:val="sr-Cyrl-RS"/>
        </w:rPr>
        <w:t>ЈНД-</w:t>
      </w:r>
      <w:r w:rsidR="008A037F" w:rsidRPr="0073749A">
        <w:rPr>
          <w:b/>
          <w:szCs w:val="20"/>
          <w:lang w:val="sr-Latn-RS"/>
        </w:rPr>
        <w:t xml:space="preserve"> </w:t>
      </w:r>
      <w:r w:rsidR="004A4E09" w:rsidRPr="0073749A">
        <w:rPr>
          <w:b/>
          <w:szCs w:val="20"/>
          <w:lang w:val="sr-Latn-RS"/>
        </w:rPr>
        <w:t>I</w:t>
      </w:r>
      <w:r>
        <w:rPr>
          <w:b/>
          <w:szCs w:val="20"/>
          <w:lang w:val="en-US"/>
        </w:rPr>
        <w:t>X</w:t>
      </w:r>
      <w:r w:rsidR="008A037F" w:rsidRPr="0073749A">
        <w:rPr>
          <w:b/>
          <w:szCs w:val="20"/>
          <w:lang w:val="sr-Cyrl-RS"/>
        </w:rPr>
        <w:t>/20</w:t>
      </w:r>
      <w:r w:rsidR="008A037F" w:rsidRPr="0073749A">
        <w:rPr>
          <w:b/>
          <w:szCs w:val="20"/>
          <w:lang w:val="sr-Latn-RS"/>
        </w:rPr>
        <w:t>2</w:t>
      </w:r>
      <w:r w:rsidR="00201008" w:rsidRPr="0073749A">
        <w:rPr>
          <w:b/>
          <w:szCs w:val="20"/>
          <w:lang w:val="sr-Latn-RS"/>
        </w:rPr>
        <w:t>4</w:t>
      </w:r>
      <w:r w:rsidR="00206A97" w:rsidRPr="0073749A">
        <w:rPr>
          <w:b/>
          <w:szCs w:val="20"/>
          <w:lang w:val="sr-Latn-RS"/>
        </w:rPr>
        <w:t xml:space="preserve"> </w:t>
      </w:r>
    </w:p>
    <w:p w14:paraId="70310718" w14:textId="1ACC65F6" w:rsidR="00B758A6" w:rsidRPr="00E1073C" w:rsidRDefault="006D6DCC" w:rsidP="00E1073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6859E783" w14:textId="30F8F173" w:rsidR="00B758A6" w:rsidRDefault="004721FC" w:rsidP="00E1073C">
      <w:pPr>
        <w:ind w:left="0"/>
        <w:jc w:val="both"/>
        <w:rPr>
          <w:lang w:val="sr-Cyrl-RS"/>
        </w:rPr>
      </w:pPr>
      <w:r>
        <w:rPr>
          <w:lang w:val="sr-Cyrl-RS" w:eastAsia="sr-Latn-CS"/>
        </w:rPr>
        <w:t>О</w:t>
      </w:r>
      <w:r w:rsidR="00B758A6">
        <w:rPr>
          <w:lang w:val="sr-Cyrl-RS" w:eastAsia="sr-Latn-CS"/>
        </w:rPr>
        <w:t>знака</w:t>
      </w:r>
      <w:r w:rsidR="00B758A6" w:rsidRPr="00B758A6">
        <w:rPr>
          <w:lang w:val="sr-Cyrl-RS" w:eastAsia="sr-Latn-CS"/>
        </w:rPr>
        <w:t xml:space="preserve"> </w:t>
      </w:r>
      <w:r w:rsidR="00B758A6">
        <w:rPr>
          <w:lang w:val="sr-Cyrl-RS" w:eastAsia="sr-Latn-CS"/>
        </w:rPr>
        <w:t>из</w:t>
      </w:r>
      <w:r w:rsidR="00B758A6" w:rsidRPr="00B758A6">
        <w:rPr>
          <w:lang w:val="sr-Cyrl-RS" w:eastAsia="sr-Latn-CS"/>
        </w:rPr>
        <w:t xml:space="preserve"> </w:t>
      </w:r>
      <w:r w:rsidR="00B758A6">
        <w:rPr>
          <w:lang w:val="sr-Cyrl-RS" w:eastAsia="sr-Latn-CS"/>
        </w:rPr>
        <w:t>општег</w:t>
      </w:r>
      <w:r w:rsidR="00B758A6" w:rsidRPr="00B758A6">
        <w:rPr>
          <w:lang w:val="sr-Cyrl-RS" w:eastAsia="sr-Latn-CS"/>
        </w:rPr>
        <w:t xml:space="preserve"> </w:t>
      </w:r>
      <w:r w:rsidR="00B758A6">
        <w:rPr>
          <w:lang w:val="sr-Cyrl-RS" w:eastAsia="sr-Latn-CS"/>
        </w:rPr>
        <w:t>речника</w:t>
      </w:r>
      <w:r w:rsidR="00B758A6" w:rsidRPr="00B758A6">
        <w:rPr>
          <w:lang w:val="sr-Cyrl-RS" w:eastAsia="sr-Latn-CS"/>
        </w:rPr>
        <w:t xml:space="preserve"> </w:t>
      </w:r>
      <w:r w:rsidR="00B758A6">
        <w:rPr>
          <w:lang w:val="sr-Cyrl-RS" w:eastAsia="sr-Latn-CS"/>
        </w:rPr>
        <w:t>набавке</w:t>
      </w:r>
      <w:r w:rsidR="003727B4" w:rsidRPr="003727B4">
        <w:rPr>
          <w:szCs w:val="20"/>
        </w:rPr>
        <w:t xml:space="preserve"> </w:t>
      </w:r>
      <w:r w:rsidR="003727B4" w:rsidRPr="00747E69">
        <w:rPr>
          <w:szCs w:val="20"/>
        </w:rPr>
        <w:t>ЦПВ:</w:t>
      </w:r>
      <w:bookmarkStart w:id="1" w:name="_Hlk77247647"/>
      <w:r w:rsidR="003727B4" w:rsidRPr="00747E69">
        <w:rPr>
          <w:szCs w:val="20"/>
        </w:rPr>
        <w:t xml:space="preserve"> </w:t>
      </w:r>
      <w:bookmarkEnd w:id="1"/>
      <w:r w:rsidR="00E1073C" w:rsidRPr="00E1073C">
        <w:rPr>
          <w:lang w:val="sr-Cyrl-RS"/>
        </w:rPr>
        <w:t>39000000-2 (Намештај (укључујући канцеларијски), унутрашња опрема, уређаји за домаћинство (осим расвете)</w:t>
      </w:r>
    </w:p>
    <w:p w14:paraId="26F64679" w14:textId="77777777" w:rsidR="00E1073C" w:rsidRPr="00B758A6" w:rsidRDefault="00E1073C" w:rsidP="00E1073C">
      <w:pPr>
        <w:ind w:left="0"/>
        <w:rPr>
          <w:lang w:val="sr-Latn-RS" w:eastAsia="sr-Latn-CS"/>
        </w:rPr>
      </w:pPr>
    </w:p>
    <w:p w14:paraId="5C138DEA" w14:textId="331423C8" w:rsidR="00B758A6" w:rsidRPr="00BC0B61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D272F3">
        <w:rPr>
          <w:b/>
          <w:lang w:val="sr-Cyrl-RS" w:eastAsia="sr-Latn-CS"/>
        </w:rPr>
        <w:t>Предметна</w:t>
      </w:r>
      <w:r w:rsidRPr="00D272F3">
        <w:rPr>
          <w:b/>
          <w:lang w:eastAsia="sr-Latn-CS"/>
        </w:rPr>
        <w:t xml:space="preserve"> </w:t>
      </w:r>
      <w:r w:rsidRPr="00D272F3">
        <w:rPr>
          <w:b/>
          <w:lang w:val="sr-Cyrl-RS" w:eastAsia="sr-Latn-CS"/>
        </w:rPr>
        <w:t>јавна</w:t>
      </w:r>
      <w:r w:rsidRPr="00D272F3">
        <w:rPr>
          <w:b/>
          <w:lang w:eastAsia="sr-Latn-CS"/>
        </w:rPr>
        <w:t xml:space="preserve"> </w:t>
      </w:r>
      <w:r w:rsidRPr="00D272F3">
        <w:rPr>
          <w:b/>
          <w:lang w:val="sr-Cyrl-RS" w:eastAsia="sr-Latn-CS"/>
        </w:rPr>
        <w:t>набавке</w:t>
      </w:r>
      <w:r w:rsidRPr="00D272F3">
        <w:rPr>
          <w:b/>
          <w:lang w:val="sr-Latn-RS" w:eastAsia="sr-Latn-CS"/>
        </w:rPr>
        <w:t xml:space="preserve"> </w:t>
      </w:r>
      <w:r w:rsidRPr="00D272F3">
        <w:rPr>
          <w:b/>
          <w:lang w:val="sr-Cyrl-RS" w:eastAsia="sr-Latn-CS"/>
        </w:rPr>
        <w:t xml:space="preserve">је </w:t>
      </w:r>
      <w:r w:rsidR="00BC0B61">
        <w:rPr>
          <w:b/>
          <w:lang w:val="sr-Cyrl-RS" w:eastAsia="sr-Latn-CS"/>
        </w:rPr>
        <w:t xml:space="preserve">јединствена. 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1778FB0C" w:rsidR="00B758A6" w:rsidRPr="00A91E4B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A91E4B" w:rsidRPr="003B1CDF">
          <w:rPr>
            <w:rStyle w:val="Hyperlink"/>
            <w:bCs/>
            <w:lang w:val="en-US" w:eastAsia="sr-Latn-CS"/>
          </w:rPr>
          <w:t>javne</w:t>
        </w:r>
        <w:r w:rsidR="00A91E4B" w:rsidRPr="003B1CDF">
          <w:rPr>
            <w:rStyle w:val="Hyperlink"/>
            <w:bCs/>
            <w:lang w:val="ru-RU" w:eastAsia="sr-Latn-CS"/>
          </w:rPr>
          <w:t>.</w:t>
        </w:r>
        <w:r w:rsidR="00A91E4B" w:rsidRPr="003B1CDF">
          <w:rPr>
            <w:rStyle w:val="Hyperlink"/>
            <w:bCs/>
            <w:lang w:val="en-US" w:eastAsia="sr-Latn-CS"/>
          </w:rPr>
          <w:t>nabavke</w:t>
        </w:r>
        <w:r w:rsidR="00A91E4B" w:rsidRPr="003B1CDF">
          <w:rPr>
            <w:rStyle w:val="Hyperlink"/>
            <w:bCs/>
            <w:lang w:val="ru-RU" w:eastAsia="sr-Latn-CS"/>
          </w:rPr>
          <w:t>@</w:t>
        </w:r>
        <w:r w:rsidR="00A91E4B" w:rsidRPr="003B1CDF">
          <w:rPr>
            <w:rStyle w:val="Hyperlink"/>
            <w:bCs/>
            <w:lang w:val="en-US" w:eastAsia="sr-Latn-CS"/>
          </w:rPr>
          <w:t>zjzpa</w:t>
        </w:r>
        <w:r w:rsidR="00A91E4B" w:rsidRPr="003B1CDF">
          <w:rPr>
            <w:rStyle w:val="Hyperlink"/>
            <w:bCs/>
            <w:lang w:val="ru-RU" w:eastAsia="sr-Latn-CS"/>
          </w:rPr>
          <w:t>.</w:t>
        </w:r>
        <w:r w:rsidR="00A91E4B" w:rsidRPr="003B1CDF">
          <w:rPr>
            <w:rStyle w:val="Hyperlink"/>
            <w:bCs/>
            <w:lang w:val="sr-Latn-RS" w:eastAsia="sr-Latn-CS"/>
          </w:rPr>
          <w:t>org.rs</w:t>
        </w:r>
      </w:hyperlink>
      <w:r w:rsidR="00A91E4B">
        <w:rPr>
          <w:rStyle w:val="Hyperlink"/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4335"/>
    <w:rsid w:val="000D5A76"/>
    <w:rsid w:val="001249E0"/>
    <w:rsid w:val="00136D0C"/>
    <w:rsid w:val="00152F9F"/>
    <w:rsid w:val="00153DB0"/>
    <w:rsid w:val="0016026B"/>
    <w:rsid w:val="001604B2"/>
    <w:rsid w:val="001A2DF0"/>
    <w:rsid w:val="001E28EE"/>
    <w:rsid w:val="00201008"/>
    <w:rsid w:val="00206A97"/>
    <w:rsid w:val="00241924"/>
    <w:rsid w:val="00244707"/>
    <w:rsid w:val="00255AFE"/>
    <w:rsid w:val="002E6BB5"/>
    <w:rsid w:val="00316F0D"/>
    <w:rsid w:val="00356D25"/>
    <w:rsid w:val="003727B4"/>
    <w:rsid w:val="00373489"/>
    <w:rsid w:val="003A7D62"/>
    <w:rsid w:val="003B14B3"/>
    <w:rsid w:val="003D1DC9"/>
    <w:rsid w:val="003D56B3"/>
    <w:rsid w:val="004267E2"/>
    <w:rsid w:val="00434B9F"/>
    <w:rsid w:val="004720CD"/>
    <w:rsid w:val="004721FC"/>
    <w:rsid w:val="004A4E09"/>
    <w:rsid w:val="004C566B"/>
    <w:rsid w:val="004E49E4"/>
    <w:rsid w:val="00570E24"/>
    <w:rsid w:val="005A48D4"/>
    <w:rsid w:val="005B3F46"/>
    <w:rsid w:val="005C2635"/>
    <w:rsid w:val="00647975"/>
    <w:rsid w:val="0068313F"/>
    <w:rsid w:val="006D6DCC"/>
    <w:rsid w:val="0073749A"/>
    <w:rsid w:val="0074399B"/>
    <w:rsid w:val="007B0432"/>
    <w:rsid w:val="007C6708"/>
    <w:rsid w:val="007F4E0B"/>
    <w:rsid w:val="00841BD3"/>
    <w:rsid w:val="00872673"/>
    <w:rsid w:val="00885B49"/>
    <w:rsid w:val="008A037F"/>
    <w:rsid w:val="008A1C5C"/>
    <w:rsid w:val="008C46C7"/>
    <w:rsid w:val="008C54D9"/>
    <w:rsid w:val="008D1698"/>
    <w:rsid w:val="008D72FC"/>
    <w:rsid w:val="008E15DB"/>
    <w:rsid w:val="008F6FE9"/>
    <w:rsid w:val="008F77E2"/>
    <w:rsid w:val="00900B56"/>
    <w:rsid w:val="0091429C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41104"/>
    <w:rsid w:val="00A65609"/>
    <w:rsid w:val="00A72312"/>
    <w:rsid w:val="00A75C17"/>
    <w:rsid w:val="00A91E4B"/>
    <w:rsid w:val="00A94055"/>
    <w:rsid w:val="00AA4928"/>
    <w:rsid w:val="00AB3868"/>
    <w:rsid w:val="00AE2633"/>
    <w:rsid w:val="00AE54BF"/>
    <w:rsid w:val="00B105E0"/>
    <w:rsid w:val="00B1237E"/>
    <w:rsid w:val="00B22668"/>
    <w:rsid w:val="00B53C13"/>
    <w:rsid w:val="00B709E0"/>
    <w:rsid w:val="00B71CC8"/>
    <w:rsid w:val="00B758A6"/>
    <w:rsid w:val="00B834F9"/>
    <w:rsid w:val="00BC0B61"/>
    <w:rsid w:val="00BD44C0"/>
    <w:rsid w:val="00BE1D99"/>
    <w:rsid w:val="00C07AEF"/>
    <w:rsid w:val="00C72B23"/>
    <w:rsid w:val="00CB3F9C"/>
    <w:rsid w:val="00CD2FA7"/>
    <w:rsid w:val="00CE6472"/>
    <w:rsid w:val="00D032E9"/>
    <w:rsid w:val="00D07C17"/>
    <w:rsid w:val="00D130A5"/>
    <w:rsid w:val="00D24539"/>
    <w:rsid w:val="00D272F3"/>
    <w:rsid w:val="00D57E6D"/>
    <w:rsid w:val="00D9739E"/>
    <w:rsid w:val="00DE3BE4"/>
    <w:rsid w:val="00E1073C"/>
    <w:rsid w:val="00E2372F"/>
    <w:rsid w:val="00E43265"/>
    <w:rsid w:val="00E52CB1"/>
    <w:rsid w:val="00E719AB"/>
    <w:rsid w:val="00E76976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memorandum.dot</Template>
  <TotalTime>1</TotalTime>
  <Pages>1</Pages>
  <Words>121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1018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2</cp:revision>
  <cp:lastPrinted>2007-06-13T07:07:00Z</cp:lastPrinted>
  <dcterms:created xsi:type="dcterms:W3CDTF">2024-10-25T12:33:00Z</dcterms:created>
  <dcterms:modified xsi:type="dcterms:W3CDTF">2024-10-25T12:33:00Z</dcterms:modified>
</cp:coreProperties>
</file>