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3327EF1C" w14:textId="3773F3A1" w:rsidR="00D57E6D" w:rsidRPr="00AB3868" w:rsidRDefault="00E52CB1" w:rsidP="00AB3868">
      <w:pPr>
        <w:ind w:left="0"/>
        <w:rPr>
          <w:lang w:val="sr-Cyrl-RS"/>
        </w:rPr>
      </w:pPr>
      <w:r w:rsidRPr="003A7D6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6A845D8" wp14:editId="450A4E8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B8B1E4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1E0CD892" w14:textId="77777777" w:rsidR="00D57E6D" w:rsidRPr="003A7D62" w:rsidRDefault="00D57E6D" w:rsidP="003A7D62"/>
    <w:bookmarkEnd w:id="0"/>
    <w:p w14:paraId="6DDD12E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  <w:r>
        <w:rPr>
          <w:b/>
          <w:bCs/>
          <w:iCs/>
          <w:noProof/>
          <w:lang w:val="sr-Cyrl-CS" w:eastAsia="sr-Latn-CS"/>
        </w:rPr>
        <w:t>ОПШТИ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ПОДАЦИ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О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ЈАВНОЈ</w:t>
      </w:r>
      <w:r w:rsidRPr="00B758A6">
        <w:rPr>
          <w:b/>
          <w:bCs/>
          <w:iCs/>
          <w:noProof/>
          <w:lang w:val="sr-Cyrl-CS" w:eastAsia="sr-Latn-CS"/>
        </w:rPr>
        <w:t xml:space="preserve"> </w:t>
      </w:r>
      <w:r>
        <w:rPr>
          <w:b/>
          <w:bCs/>
          <w:iCs/>
          <w:noProof/>
          <w:lang w:val="sr-Cyrl-CS" w:eastAsia="sr-Latn-CS"/>
        </w:rPr>
        <w:t>НАБАВЦИ</w:t>
      </w:r>
    </w:p>
    <w:p w14:paraId="552A4AA2" w14:textId="77777777" w:rsidR="00B758A6" w:rsidRPr="00B758A6" w:rsidRDefault="00B758A6" w:rsidP="00B758A6">
      <w:pPr>
        <w:ind w:left="0" w:right="0"/>
        <w:jc w:val="center"/>
        <w:rPr>
          <w:b/>
          <w:bCs/>
          <w:iCs/>
          <w:noProof/>
          <w:lang w:val="sr-Cyrl-CS" w:eastAsia="sr-Latn-CS"/>
        </w:rPr>
      </w:pPr>
    </w:p>
    <w:p w14:paraId="527DFD4C" w14:textId="77777777" w:rsidR="00B758A6" w:rsidRPr="00B758A6" w:rsidRDefault="00B758A6" w:rsidP="00B758A6">
      <w:pPr>
        <w:ind w:left="0" w:right="0"/>
        <w:jc w:val="center"/>
        <w:rPr>
          <w:b/>
          <w:i/>
          <w:noProof/>
          <w:lang w:val="sr-Cyrl-CS" w:eastAsia="sr-Latn-CS"/>
        </w:rPr>
      </w:pPr>
    </w:p>
    <w:p w14:paraId="466B1B4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B758A6">
        <w:rPr>
          <w:b/>
          <w:lang w:eastAsia="sr-Latn-CS"/>
        </w:rPr>
        <w:t xml:space="preserve">1.1. </w:t>
      </w:r>
      <w:r w:rsidRPr="009C6CB8">
        <w:rPr>
          <w:b/>
          <w:lang w:val="sr-Cyrl-RS" w:eastAsia="sr-Latn-CS"/>
        </w:rPr>
        <w:t>Назив, адреса и интернет страница наручиоца</w:t>
      </w:r>
    </w:p>
    <w:p w14:paraId="16028EB9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 w:rsidR="00B53C13"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7B2A0274" w14:textId="77777777" w:rsidR="00B758A6" w:rsidRPr="00B758A6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="00B758A6"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15AD25A3" w14:textId="77777777" w:rsidR="00B53C13" w:rsidRPr="00B53C1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9C6CB8">
        <w:rPr>
          <w:lang w:val="sr-Cyrl-RS" w:eastAsia="sr-Latn-CS"/>
        </w:rPr>
        <w:t>Интернет страница</w:t>
      </w:r>
      <w:r w:rsidR="00B53C13">
        <w:rPr>
          <w:lang w:val="sr-Cyrl-RS" w:eastAsia="sr-Latn-CS"/>
        </w:rPr>
        <w:t>:</w:t>
      </w:r>
      <w:r w:rsidRPr="00B758A6">
        <w:rPr>
          <w:lang w:eastAsia="sr-Latn-CS"/>
        </w:rPr>
        <w:t xml:space="preserve"> </w:t>
      </w:r>
      <w:hyperlink r:id="rId7" w:history="1">
        <w:r w:rsidR="00B53C13" w:rsidRPr="00B53C1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B53C13">
        <w:rPr>
          <w:rFonts w:eastAsia="Calibri"/>
          <w:sz w:val="22"/>
          <w:szCs w:val="22"/>
          <w:lang w:val="sr-Latn-RS"/>
        </w:rPr>
        <w:t xml:space="preserve"> </w:t>
      </w:r>
      <w:r w:rsidR="00B53C13" w:rsidRPr="00B53C13">
        <w:rPr>
          <w:rFonts w:eastAsia="Calibri"/>
          <w:sz w:val="22"/>
          <w:szCs w:val="22"/>
          <w:lang w:val="sr-Cyrl-RS"/>
        </w:rPr>
        <w:t xml:space="preserve"> </w:t>
      </w:r>
    </w:p>
    <w:p w14:paraId="2E899DAE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072F047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B758A6">
        <w:rPr>
          <w:b/>
          <w:lang w:eastAsia="sr-Latn-CS"/>
        </w:rPr>
        <w:t xml:space="preserve">1.2. </w:t>
      </w:r>
      <w:r>
        <w:rPr>
          <w:b/>
          <w:lang w:val="sr-Cyrl-RS" w:eastAsia="sr-Latn-CS"/>
        </w:rPr>
        <w:t>Сврха</w:t>
      </w:r>
      <w:r w:rsidRPr="00B758A6">
        <w:rPr>
          <w:b/>
          <w:lang w:val="sr-Cyrl-RS" w:eastAsia="sr-Latn-CS"/>
        </w:rPr>
        <w:t xml:space="preserve"> </w:t>
      </w:r>
      <w:r>
        <w:rPr>
          <w:b/>
          <w:lang w:val="sr-Cyrl-RS" w:eastAsia="sr-Latn-CS"/>
        </w:rPr>
        <w:t>набавке</w:t>
      </w:r>
      <w:r w:rsidRPr="00B758A6">
        <w:rPr>
          <w:b/>
          <w:lang w:val="sr-Cyrl-RS" w:eastAsia="sr-Latn-CS"/>
        </w:rPr>
        <w:t>:</w:t>
      </w:r>
      <w:r w:rsidRPr="00B758A6">
        <w:rPr>
          <w:lang w:val="sr-Cyrl-RS" w:eastAsia="sr-Latn-CS"/>
        </w:rPr>
        <w:t xml:space="preserve"> </w:t>
      </w:r>
      <w:r w:rsidRPr="009C6CB8">
        <w:rPr>
          <w:lang w:val="sr-Cyrl-RS" w:eastAsia="sr-Latn-CS"/>
        </w:rPr>
        <w:t>Наручилац спроводи отворени поступак јавне набавке ради обављања редовних активности и закључења Уговора о јавној набавци</w:t>
      </w:r>
      <w:r w:rsidRPr="00B758A6">
        <w:rPr>
          <w:lang w:eastAsia="sr-Latn-CS"/>
        </w:rPr>
        <w:t>.</w:t>
      </w:r>
    </w:p>
    <w:p w14:paraId="0478CC5B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29447C94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B758A6">
        <w:rPr>
          <w:b/>
          <w:lang w:eastAsia="sr-Latn-CS"/>
        </w:rPr>
        <w:t xml:space="preserve">1.3. </w:t>
      </w:r>
      <w:r w:rsidRPr="009C6CB8">
        <w:rPr>
          <w:b/>
          <w:lang w:val="sr-Cyrl-RS" w:eastAsia="sr-Latn-CS"/>
        </w:rPr>
        <w:t>Предмет јавне набавке: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добара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лабораторијског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потрошног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материјала</w:t>
      </w:r>
      <w:r w:rsidRPr="00B758A6">
        <w:rPr>
          <w:lang w:val="sr-Latn-RS" w:eastAsia="sr-Latn-CS"/>
        </w:rPr>
        <w:t xml:space="preserve">: </w:t>
      </w:r>
    </w:p>
    <w:p w14:paraId="436BF21D" w14:textId="409575C1" w:rsidR="00A75C17" w:rsidRPr="00206A97" w:rsidRDefault="00A75C17" w:rsidP="00A75C17">
      <w:pPr>
        <w:rPr>
          <w:szCs w:val="20"/>
          <w:lang w:val="sr-Cyrl-RS"/>
        </w:rPr>
      </w:pPr>
      <w:r w:rsidRPr="00F76707">
        <w:rPr>
          <w:szCs w:val="20"/>
          <w:lang w:val="sr-Cyrl-RS"/>
        </w:rPr>
        <w:t>ЛАБОРАТОРИЈСКИ ПОТРОШНИ МАТЕРИЈАЛ</w:t>
      </w:r>
      <w:r>
        <w:rPr>
          <w:szCs w:val="20"/>
          <w:lang w:val="sr-Latn-RS"/>
        </w:rPr>
        <w:t xml:space="preserve"> </w:t>
      </w:r>
      <w:r w:rsidR="00206A97">
        <w:rPr>
          <w:szCs w:val="20"/>
          <w:lang w:val="sr-Cyrl-RS"/>
        </w:rPr>
        <w:t xml:space="preserve">за 2024. </w:t>
      </w:r>
      <w:r>
        <w:rPr>
          <w:szCs w:val="20"/>
          <w:lang w:val="sr-Cyrl-RS"/>
        </w:rPr>
        <w:t>ЈНД</w:t>
      </w:r>
      <w:r w:rsidRPr="00F76707">
        <w:rPr>
          <w:szCs w:val="20"/>
          <w:lang w:val="sr-Cyrl-RS"/>
        </w:rPr>
        <w:t>-</w:t>
      </w:r>
      <w:r w:rsidR="008A037F" w:rsidRPr="008A037F">
        <w:rPr>
          <w:szCs w:val="20"/>
          <w:lang w:val="sr-Latn-RS"/>
        </w:rPr>
        <w:t xml:space="preserve"> </w:t>
      </w:r>
      <w:r w:rsidR="00AB3868">
        <w:rPr>
          <w:szCs w:val="20"/>
          <w:lang w:val="sr-Latn-RS"/>
        </w:rPr>
        <w:t>VII</w:t>
      </w:r>
      <w:r w:rsidR="008A037F" w:rsidRPr="008A037F">
        <w:rPr>
          <w:szCs w:val="20"/>
          <w:lang w:val="sr-Cyrl-RS"/>
        </w:rPr>
        <w:t>/20</w:t>
      </w:r>
      <w:r w:rsidR="008A037F" w:rsidRPr="008A037F">
        <w:rPr>
          <w:szCs w:val="20"/>
          <w:lang w:val="sr-Latn-RS"/>
        </w:rPr>
        <w:t>2</w:t>
      </w:r>
      <w:r w:rsidR="00201008">
        <w:rPr>
          <w:szCs w:val="20"/>
          <w:lang w:val="sr-Latn-RS"/>
        </w:rPr>
        <w:t>4</w:t>
      </w:r>
      <w:r w:rsidR="00206A97">
        <w:rPr>
          <w:szCs w:val="20"/>
          <w:lang w:val="sr-Latn-RS"/>
        </w:rPr>
        <w:t xml:space="preserve"> </w:t>
      </w:r>
      <w:r w:rsidR="00206A97">
        <w:rPr>
          <w:szCs w:val="20"/>
          <w:lang w:val="sr-Cyrl-RS"/>
        </w:rPr>
        <w:t>за следећу Партију:</w:t>
      </w:r>
    </w:p>
    <w:p w14:paraId="1F340CCB" w14:textId="77777777" w:rsidR="006D6DCC" w:rsidRDefault="006D6DCC" w:rsidP="006D6DCC">
      <w:pPr>
        <w:rPr>
          <w:b/>
          <w:lang w:val="sr-Cyrl-RS"/>
        </w:rPr>
      </w:pPr>
      <w:r>
        <w:rPr>
          <w:b/>
          <w:lang w:val="sr-Cyrl-RS"/>
        </w:rPr>
        <w:t xml:space="preserve"> </w:t>
      </w:r>
    </w:p>
    <w:p w14:paraId="7CEB7694" w14:textId="172861EF" w:rsidR="00E719AB" w:rsidRDefault="00AB3868" w:rsidP="007B0432">
      <w:pPr>
        <w:ind w:left="142" w:right="-28"/>
        <w:rPr>
          <w:b/>
          <w:lang w:val="sr-Cyrl-RS"/>
        </w:rPr>
      </w:pPr>
      <w:r>
        <w:rPr>
          <w:b/>
          <w:lang w:val="sr-Cyrl-RS"/>
        </w:rPr>
        <w:t>ПАРТИЈ</w:t>
      </w:r>
      <w:r w:rsidR="004C566B" w:rsidRPr="004C566B">
        <w:rPr>
          <w:b/>
          <w:lang w:val="sr-Cyrl-RS"/>
        </w:rPr>
        <w:t>A</w:t>
      </w:r>
      <w:r w:rsidR="00BD44C0">
        <w:rPr>
          <w:b/>
          <w:lang w:val="sr-Latn-RS"/>
        </w:rPr>
        <w:t xml:space="preserve"> </w:t>
      </w:r>
      <w:r w:rsidR="00316F0D">
        <w:rPr>
          <w:b/>
          <w:lang w:val="sr-Latn-RS"/>
        </w:rPr>
        <w:t>5</w:t>
      </w:r>
      <w:r w:rsidR="00BD44C0">
        <w:rPr>
          <w:b/>
          <w:lang w:val="sr-Latn-RS"/>
        </w:rPr>
        <w:t xml:space="preserve"> -</w:t>
      </w:r>
      <w:r w:rsidR="004C566B" w:rsidRPr="004C566B">
        <w:rPr>
          <w:b/>
          <w:lang w:val="sr-Cyrl-RS"/>
        </w:rPr>
        <w:t xml:space="preserve"> </w:t>
      </w:r>
      <w:r w:rsidR="00316F0D" w:rsidRPr="00CE6472">
        <w:rPr>
          <w:b/>
          <w:lang w:val="ru-RU"/>
        </w:rPr>
        <w:t>ПОДЛОГЕ И СУПЛЕМЕНТИ ЗА КЛИНИЧКУ МИКРОБИОЛОГИЈУ</w:t>
      </w:r>
    </w:p>
    <w:p w14:paraId="70310718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</w:p>
    <w:p w14:paraId="23EA2353" w14:textId="77777777" w:rsidR="00B758A6" w:rsidRPr="00A75C17" w:rsidRDefault="00B758A6" w:rsidP="00B758A6">
      <w:pPr>
        <w:autoSpaceDE w:val="0"/>
        <w:autoSpaceDN w:val="0"/>
        <w:adjustRightInd w:val="0"/>
        <w:spacing w:line="360" w:lineRule="auto"/>
        <w:ind w:left="0" w:right="0" w:firstLine="448"/>
        <w:jc w:val="both"/>
        <w:rPr>
          <w:lang w:val="sr-Cyrl-RS" w:eastAsia="sr-Latn-CS"/>
        </w:rPr>
      </w:pPr>
      <w:r>
        <w:rPr>
          <w:lang w:val="sr-Cyrl-RS" w:eastAsia="sr-Latn-CS"/>
        </w:rPr>
        <w:t>Назив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ознака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из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општег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речника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набавке</w:t>
      </w:r>
      <w:r w:rsidRPr="00B758A6">
        <w:rPr>
          <w:lang w:val="sr-Cyrl-RS" w:eastAsia="sr-Latn-CS"/>
        </w:rPr>
        <w:t xml:space="preserve">: </w:t>
      </w:r>
      <w:r w:rsidR="00A75C17" w:rsidRPr="00A75C17">
        <w:rPr>
          <w:szCs w:val="20"/>
          <w:lang w:val="sr-Latn-RS"/>
        </w:rPr>
        <w:t>33140000</w:t>
      </w:r>
      <w:r w:rsidR="00A75C17" w:rsidRPr="00A75C17">
        <w:rPr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24300000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33696500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33793000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38437000</w:t>
      </w:r>
      <w:r w:rsidR="00A75C17" w:rsidRPr="00A75C17">
        <w:rPr>
          <w:bCs/>
          <w:szCs w:val="20"/>
          <w:lang w:val="sr-Cyrl-RS"/>
        </w:rPr>
        <w:t xml:space="preserve">, </w:t>
      </w:r>
      <w:r w:rsidR="00A75C17" w:rsidRPr="00A75C17">
        <w:rPr>
          <w:bCs/>
          <w:szCs w:val="20"/>
        </w:rPr>
        <w:t>33141580</w:t>
      </w:r>
    </w:p>
    <w:p w14:paraId="6859E783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</w:p>
    <w:p w14:paraId="5C138DEA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B758A6">
        <w:rPr>
          <w:b/>
          <w:lang w:eastAsia="sr-Latn-CS"/>
        </w:rPr>
        <w:t xml:space="preserve">1.4. </w:t>
      </w:r>
      <w:r w:rsidRPr="00D272F3">
        <w:rPr>
          <w:b/>
          <w:lang w:val="sr-Cyrl-RS" w:eastAsia="sr-Latn-CS"/>
        </w:rPr>
        <w:t>Предметна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јавна</w:t>
      </w:r>
      <w:r w:rsidRPr="00D272F3">
        <w:rPr>
          <w:b/>
          <w:lang w:eastAsia="sr-Latn-CS"/>
        </w:rPr>
        <w:t xml:space="preserve"> </w:t>
      </w:r>
      <w:r w:rsidRPr="00D272F3">
        <w:rPr>
          <w:b/>
          <w:lang w:val="sr-Cyrl-RS" w:eastAsia="sr-Latn-CS"/>
        </w:rPr>
        <w:t>набавке</w:t>
      </w:r>
      <w:r w:rsidRPr="00D272F3">
        <w:rPr>
          <w:b/>
          <w:lang w:val="sr-Latn-RS" w:eastAsia="sr-Latn-CS"/>
        </w:rPr>
        <w:t xml:space="preserve"> </w:t>
      </w:r>
      <w:r w:rsidRPr="00D272F3">
        <w:rPr>
          <w:b/>
          <w:lang w:val="sr-Cyrl-RS" w:eastAsia="sr-Latn-CS"/>
        </w:rPr>
        <w:t>је обликована по партијама</w:t>
      </w:r>
      <w:bookmarkStart w:id="1" w:name="_GoBack"/>
      <w:bookmarkEnd w:id="1"/>
    </w:p>
    <w:p w14:paraId="7538377A" w14:textId="77777777" w:rsidR="00B758A6" w:rsidRPr="00B758A6" w:rsidRDefault="00B758A6" w:rsidP="00B758A6">
      <w:pPr>
        <w:spacing w:line="360" w:lineRule="auto"/>
        <w:ind w:left="0" w:right="0"/>
        <w:rPr>
          <w:lang w:eastAsia="sr-Latn-CS"/>
        </w:rPr>
      </w:pPr>
    </w:p>
    <w:p w14:paraId="08B52BA0" w14:textId="77777777" w:rsidR="00B758A6" w:rsidRPr="00B758A6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B758A6">
        <w:rPr>
          <w:b/>
          <w:lang w:eastAsia="sr-Latn-CS"/>
        </w:rPr>
        <w:t>1.</w:t>
      </w:r>
      <w:r w:rsidRPr="00B758A6">
        <w:rPr>
          <w:b/>
          <w:lang w:val="sr-Cyrl-RS" w:eastAsia="sr-Latn-CS"/>
        </w:rPr>
        <w:t>5</w:t>
      </w:r>
      <w:r w:rsidRPr="00B758A6">
        <w:rPr>
          <w:b/>
          <w:lang w:eastAsia="sr-Latn-CS"/>
        </w:rPr>
        <w:t xml:space="preserve">. </w:t>
      </w:r>
      <w:r>
        <w:rPr>
          <w:b/>
          <w:lang w:val="sr-Cyrl-RS" w:eastAsia="sr-Latn-CS"/>
        </w:rPr>
        <w:t>Контакт</w:t>
      </w:r>
      <w:r w:rsidRPr="00B758A6">
        <w:rPr>
          <w:b/>
          <w:lang w:val="sr-Cyrl-RS" w:eastAsia="sr-Latn-CS"/>
        </w:rPr>
        <w:t>:</w:t>
      </w:r>
    </w:p>
    <w:p w14:paraId="2957469C" w14:textId="77777777" w:rsidR="00D07C17" w:rsidRPr="00B758A6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Завод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за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јавно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здравље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Панчево</w:t>
      </w:r>
      <w:r w:rsidRPr="00B758A6">
        <w:rPr>
          <w:lang w:eastAsia="sr-Latn-CS"/>
        </w:rPr>
        <w:t xml:space="preserve">, </w:t>
      </w:r>
    </w:p>
    <w:p w14:paraId="143C8BF7" w14:textId="77777777" w:rsidR="00B758A6" w:rsidRPr="00D07C17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>
        <w:rPr>
          <w:lang w:val="sr-Cyrl-RS" w:eastAsia="sr-Latn-CS"/>
        </w:rPr>
        <w:t>ул: Пастерова бр:2;</w:t>
      </w:r>
      <w:r w:rsidRPr="00B758A6">
        <w:rPr>
          <w:lang w:val="sr-Cyrl-RS" w:eastAsia="sr-Latn-CS"/>
        </w:rPr>
        <w:t xml:space="preserve"> </w:t>
      </w:r>
      <w:r>
        <w:rPr>
          <w:lang w:val="sr-Cyrl-RS" w:eastAsia="sr-Latn-CS"/>
        </w:rPr>
        <w:t>26000 Панчево</w:t>
      </w:r>
    </w:p>
    <w:p w14:paraId="71D24C88" w14:textId="1778FB0C" w:rsidR="00B758A6" w:rsidRPr="00A91E4B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Latn-RS" w:eastAsia="sr-Latn-CS"/>
        </w:rPr>
      </w:pPr>
      <w:r>
        <w:rPr>
          <w:bCs/>
          <w:lang w:val="sr-Cyrl-RS" w:eastAsia="sr-Latn-CS"/>
        </w:rPr>
        <w:t>Електронска</w:t>
      </w:r>
      <w:r w:rsidRPr="00B758A6">
        <w:rPr>
          <w:bCs/>
          <w:lang w:val="sr-Cyrl-RS" w:eastAsia="sr-Latn-CS"/>
        </w:rPr>
        <w:t xml:space="preserve"> </w:t>
      </w:r>
      <w:r>
        <w:rPr>
          <w:bCs/>
          <w:lang w:val="sr-Cyrl-RS" w:eastAsia="sr-Latn-CS"/>
        </w:rPr>
        <w:t>адреса</w:t>
      </w:r>
      <w:r w:rsidRPr="00B758A6">
        <w:rPr>
          <w:bCs/>
          <w:lang w:val="sr-Cyrl-RS" w:eastAsia="sr-Latn-CS"/>
        </w:rPr>
        <w:t xml:space="preserve">: </w:t>
      </w:r>
      <w:hyperlink r:id="rId8" w:history="1">
        <w:r w:rsidR="00A91E4B" w:rsidRPr="003B1CDF">
          <w:rPr>
            <w:rStyle w:val="Hyperlink"/>
            <w:bCs/>
            <w:lang w:val="en-US" w:eastAsia="sr-Latn-CS"/>
          </w:rPr>
          <w:t>javne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en-US" w:eastAsia="sr-Latn-CS"/>
          </w:rPr>
          <w:t>nabavke</w:t>
        </w:r>
        <w:r w:rsidR="00A91E4B" w:rsidRPr="003B1CDF">
          <w:rPr>
            <w:rStyle w:val="Hyperlink"/>
            <w:bCs/>
            <w:lang w:val="ru-RU" w:eastAsia="sr-Latn-CS"/>
          </w:rPr>
          <w:t>@</w:t>
        </w:r>
        <w:r w:rsidR="00A91E4B" w:rsidRPr="003B1CDF">
          <w:rPr>
            <w:rStyle w:val="Hyperlink"/>
            <w:bCs/>
            <w:lang w:val="en-US" w:eastAsia="sr-Latn-CS"/>
          </w:rPr>
          <w:t>zjzpa</w:t>
        </w:r>
        <w:r w:rsidR="00A91E4B" w:rsidRPr="003B1CDF">
          <w:rPr>
            <w:rStyle w:val="Hyperlink"/>
            <w:bCs/>
            <w:lang w:val="ru-RU" w:eastAsia="sr-Latn-CS"/>
          </w:rPr>
          <w:t>.</w:t>
        </w:r>
        <w:r w:rsidR="00A91E4B" w:rsidRPr="003B1CDF">
          <w:rPr>
            <w:rStyle w:val="Hyperlink"/>
            <w:bCs/>
            <w:lang w:val="sr-Latn-RS" w:eastAsia="sr-Latn-CS"/>
          </w:rPr>
          <w:t>org.rs</w:t>
        </w:r>
      </w:hyperlink>
      <w:r w:rsidR="00A91E4B">
        <w:rPr>
          <w:rStyle w:val="Hyperlink"/>
          <w:bCs/>
          <w:lang w:val="sr-Latn-RS" w:eastAsia="sr-Latn-CS"/>
        </w:rPr>
        <w:t xml:space="preserve"> </w:t>
      </w:r>
    </w:p>
    <w:p w14:paraId="2BCEFA63" w14:textId="77777777" w:rsidR="003A7D62" w:rsidRDefault="003A7D62" w:rsidP="003A7D62"/>
    <w:p w14:paraId="3E6880E8" w14:textId="77777777" w:rsidR="003A7D62" w:rsidRDefault="003A7D62" w:rsidP="003A7D62">
      <w:pPr>
        <w:ind w:left="0"/>
      </w:pPr>
    </w:p>
    <w:p w14:paraId="4A260F0F" w14:textId="77777777" w:rsidR="003A7D62" w:rsidRDefault="003A7D62" w:rsidP="003A7D62">
      <w:pPr>
        <w:ind w:left="0"/>
      </w:pPr>
    </w:p>
    <w:p w14:paraId="311C96EE" w14:textId="77777777" w:rsidR="003A7D62" w:rsidRDefault="003A7D62" w:rsidP="003A7D62">
      <w:pPr>
        <w:ind w:left="0"/>
      </w:pPr>
    </w:p>
    <w:p w14:paraId="30D6F231" w14:textId="77777777" w:rsidR="003A7D62" w:rsidRDefault="003A7D62" w:rsidP="003A7D62">
      <w:pPr>
        <w:ind w:left="0"/>
      </w:pPr>
    </w:p>
    <w:p w14:paraId="41161173" w14:textId="77777777" w:rsidR="003A7D62" w:rsidRPr="003A7D62" w:rsidRDefault="003A7D62" w:rsidP="003A7D62">
      <w:pPr>
        <w:ind w:left="0"/>
      </w:pPr>
    </w:p>
    <w:sectPr w:rsidR="003A7D62" w:rsidRPr="003A7D62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8225E" w14:textId="77777777" w:rsidR="003B14B3" w:rsidRDefault="003B14B3">
      <w:r>
        <w:separator/>
      </w:r>
    </w:p>
  </w:endnote>
  <w:endnote w:type="continuationSeparator" w:id="0">
    <w:p w14:paraId="0E0D543E" w14:textId="77777777" w:rsidR="003B14B3" w:rsidRDefault="003B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38673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6C49BA79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E5344" w14:textId="77777777" w:rsidR="00B53C13" w:rsidRDefault="00B53C13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B27B" w14:textId="0A024244" w:rsidR="00B53C13" w:rsidRPr="00152F9F" w:rsidRDefault="00E52CB1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7DE9951" wp14:editId="56EE2B5C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776041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C1383" w14:textId="77777777" w:rsidR="003B14B3" w:rsidRDefault="003B14B3">
      <w:r>
        <w:separator/>
      </w:r>
    </w:p>
  </w:footnote>
  <w:footnote w:type="continuationSeparator" w:id="0">
    <w:p w14:paraId="498D7168" w14:textId="77777777" w:rsidR="003B14B3" w:rsidRDefault="003B1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AB6B9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AF1AD" w14:textId="77777777" w:rsidR="00B53C13" w:rsidRDefault="00B53C13" w:rsidP="00020DF1">
    <w:pPr>
      <w:pStyle w:val="Heading3"/>
      <w:spacing w:before="0" w:after="0"/>
      <w:ind w:left="0" w:right="0"/>
    </w:pPr>
  </w:p>
  <w:p w14:paraId="5BF633B1" w14:textId="0475459C" w:rsidR="00B53C13" w:rsidRPr="004C566B" w:rsidRDefault="00E52CB1" w:rsidP="00647975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noProof/>
        <w:lang w:val="sr-Cyrl-RS"/>
      </w:rPr>
      <w:drawing>
        <wp:anchor distT="0" distB="0" distL="114300" distR="114300" simplePos="0" relativeHeight="251658752" behindDoc="1" locked="0" layoutInCell="1" allowOverlap="1" wp14:anchorId="1407A29E" wp14:editId="5EB17764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66B" w:rsidRPr="004C566B">
      <w:rPr>
        <w:lang w:val="sr-Cyrl-RS"/>
      </w:rPr>
      <w:t xml:space="preserve">              </w:t>
    </w:r>
    <w:r w:rsidR="00B53C13" w:rsidRPr="004C566B">
      <w:rPr>
        <w:lang w:val="sr-Cyrl-RS"/>
      </w:rPr>
      <w:t>РЕПУБЛИКА СРБИЈА</w:t>
    </w:r>
    <w:r w:rsidRPr="004C566B">
      <w:rPr>
        <w:noProof/>
        <w:lang w:val="sr-Cyrl-RS"/>
      </w:rPr>
      <w:drawing>
        <wp:anchor distT="0" distB="0" distL="114300" distR="114300" simplePos="0" relativeHeight="251657728" behindDoc="0" locked="0" layoutInCell="1" allowOverlap="1" wp14:anchorId="03F63868" wp14:editId="66B55C65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29EFD6" w14:textId="0E101CFE" w:rsidR="00B53C13" w:rsidRPr="004C566B" w:rsidRDefault="004C566B" w:rsidP="00255AFE">
    <w:pPr>
      <w:pStyle w:val="Heading3"/>
      <w:spacing w:before="0" w:after="0"/>
      <w:ind w:left="0" w:right="0"/>
      <w:jc w:val="center"/>
      <w:rPr>
        <w:lang w:val="sr-Cyrl-RS"/>
      </w:rPr>
    </w:pPr>
    <w:r w:rsidRPr="004C566B">
      <w:rPr>
        <w:lang w:val="sr-Cyrl-RS"/>
      </w:rPr>
      <w:t xml:space="preserve">        </w:t>
    </w:r>
    <w:r w:rsidR="00B53C13" w:rsidRPr="004C566B">
      <w:rPr>
        <w:lang w:val="sr-Cyrl-RS"/>
      </w:rPr>
      <w:t>АП ВОЈВОДИНА</w:t>
    </w:r>
  </w:p>
  <w:p w14:paraId="56E292BF" w14:textId="18FAD6A1" w:rsidR="00B53C13" w:rsidRPr="004C566B" w:rsidRDefault="004C566B" w:rsidP="00255AFE">
    <w:pPr>
      <w:ind w:left="170" w:right="0"/>
      <w:jc w:val="center"/>
      <w:rPr>
        <w:lang w:val="sr-Cyrl-RS"/>
      </w:rPr>
    </w:pPr>
    <w:r w:rsidRPr="004C566B">
      <w:rPr>
        <w:lang w:val="sr-Cyrl-RS"/>
      </w:rPr>
      <w:t xml:space="preserve">         </w:t>
    </w:r>
    <w:r w:rsidR="00B53C13" w:rsidRPr="004C566B">
      <w:rPr>
        <w:lang w:val="sr-Cyrl-RS"/>
      </w:rPr>
      <w:t>Завод за јавно здравље Панчево</w:t>
    </w:r>
  </w:p>
  <w:p w14:paraId="4D249775" w14:textId="75DBCDD2" w:rsidR="00B53C13" w:rsidRPr="004C566B" w:rsidRDefault="004C566B" w:rsidP="00255AFE">
    <w:pPr>
      <w:pStyle w:val="Heading2"/>
      <w:ind w:left="0" w:right="0"/>
      <w:jc w:val="center"/>
      <w:rPr>
        <w:rFonts w:ascii="Times New Roman" w:hAnsi="Times New Roman"/>
        <w:lang w:val="sr-Cyrl-RS"/>
      </w:rPr>
    </w:pPr>
    <w:r w:rsidRPr="004C566B">
      <w:rPr>
        <w:rFonts w:ascii="Times New Roman" w:hAnsi="Times New Roman"/>
        <w:lang w:val="sr-Cyrl-RS"/>
      </w:rPr>
      <w:t xml:space="preserve">        </w:t>
    </w:r>
    <w:r w:rsidR="00B53C13" w:rsidRPr="004C566B">
      <w:rPr>
        <w:rFonts w:ascii="Times New Roman" w:hAnsi="Times New Roman"/>
        <w:lang w:val="sr-Cyrl-RS"/>
      </w:rPr>
      <w:t>Пастерова 2, 26000 Панчево</w:t>
    </w:r>
  </w:p>
  <w:p w14:paraId="0FD336D4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024FA"/>
    <w:rsid w:val="00020DF1"/>
    <w:rsid w:val="00023F52"/>
    <w:rsid w:val="00063C8E"/>
    <w:rsid w:val="000A1874"/>
    <w:rsid w:val="000B6CA4"/>
    <w:rsid w:val="000C72B2"/>
    <w:rsid w:val="000D4335"/>
    <w:rsid w:val="000D5A76"/>
    <w:rsid w:val="001249E0"/>
    <w:rsid w:val="00152F9F"/>
    <w:rsid w:val="00153DB0"/>
    <w:rsid w:val="0016026B"/>
    <w:rsid w:val="001604B2"/>
    <w:rsid w:val="001A2DF0"/>
    <w:rsid w:val="001E28EE"/>
    <w:rsid w:val="00201008"/>
    <w:rsid w:val="00206A97"/>
    <w:rsid w:val="00241924"/>
    <w:rsid w:val="00244707"/>
    <w:rsid w:val="00255AFE"/>
    <w:rsid w:val="002E6BB5"/>
    <w:rsid w:val="00316F0D"/>
    <w:rsid w:val="00356D25"/>
    <w:rsid w:val="00373489"/>
    <w:rsid w:val="003A7D62"/>
    <w:rsid w:val="003B14B3"/>
    <w:rsid w:val="003D1DC9"/>
    <w:rsid w:val="003D56B3"/>
    <w:rsid w:val="004267E2"/>
    <w:rsid w:val="00434B9F"/>
    <w:rsid w:val="004720CD"/>
    <w:rsid w:val="004C566B"/>
    <w:rsid w:val="004E49E4"/>
    <w:rsid w:val="00570E24"/>
    <w:rsid w:val="005A48D4"/>
    <w:rsid w:val="005B3F46"/>
    <w:rsid w:val="00647975"/>
    <w:rsid w:val="006D6DCC"/>
    <w:rsid w:val="0074399B"/>
    <w:rsid w:val="007B0432"/>
    <w:rsid w:val="007C6708"/>
    <w:rsid w:val="007F4E0B"/>
    <w:rsid w:val="00841BD3"/>
    <w:rsid w:val="00872673"/>
    <w:rsid w:val="00885B49"/>
    <w:rsid w:val="008A037F"/>
    <w:rsid w:val="008A1C5C"/>
    <w:rsid w:val="008C46C7"/>
    <w:rsid w:val="008C54D9"/>
    <w:rsid w:val="008D1698"/>
    <w:rsid w:val="008D72FC"/>
    <w:rsid w:val="008F6FE9"/>
    <w:rsid w:val="008F77E2"/>
    <w:rsid w:val="00900B56"/>
    <w:rsid w:val="0091429C"/>
    <w:rsid w:val="00937EF1"/>
    <w:rsid w:val="00947A00"/>
    <w:rsid w:val="009755BE"/>
    <w:rsid w:val="009B1801"/>
    <w:rsid w:val="009C48BF"/>
    <w:rsid w:val="009C6CB8"/>
    <w:rsid w:val="009D3EF4"/>
    <w:rsid w:val="009F5BF8"/>
    <w:rsid w:val="00A00040"/>
    <w:rsid w:val="00A65609"/>
    <w:rsid w:val="00A72312"/>
    <w:rsid w:val="00A75C17"/>
    <w:rsid w:val="00A91E4B"/>
    <w:rsid w:val="00A94055"/>
    <w:rsid w:val="00AA4928"/>
    <w:rsid w:val="00AB3868"/>
    <w:rsid w:val="00AE2633"/>
    <w:rsid w:val="00B105E0"/>
    <w:rsid w:val="00B22668"/>
    <w:rsid w:val="00B53C13"/>
    <w:rsid w:val="00B709E0"/>
    <w:rsid w:val="00B71CC8"/>
    <w:rsid w:val="00B758A6"/>
    <w:rsid w:val="00B834F9"/>
    <w:rsid w:val="00BD44C0"/>
    <w:rsid w:val="00BE1D99"/>
    <w:rsid w:val="00C07AEF"/>
    <w:rsid w:val="00C72B23"/>
    <w:rsid w:val="00CB3F9C"/>
    <w:rsid w:val="00CD2FA7"/>
    <w:rsid w:val="00CE6472"/>
    <w:rsid w:val="00D032E9"/>
    <w:rsid w:val="00D07C17"/>
    <w:rsid w:val="00D130A5"/>
    <w:rsid w:val="00D24539"/>
    <w:rsid w:val="00D272F3"/>
    <w:rsid w:val="00D57E6D"/>
    <w:rsid w:val="00D9739E"/>
    <w:rsid w:val="00DE3BE4"/>
    <w:rsid w:val="00E43265"/>
    <w:rsid w:val="00E52CB1"/>
    <w:rsid w:val="00E719AB"/>
    <w:rsid w:val="00EA39DE"/>
    <w:rsid w:val="00EB52E0"/>
    <w:rsid w:val="00F6753C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1C50B48"/>
  <w15:chartTrackingRefBased/>
  <w15:docId w15:val="{9E0751B4-0AFA-4FFF-98EF-8328701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ne.nabavke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1\dokumenta%20QMS\Obrasci%20QMSa%20zavoda\memorand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memorandum.dot</Template>
  <TotalTime>6</TotalTime>
  <Pages>1</Pages>
  <Words>108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939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10</cp:revision>
  <cp:lastPrinted>2007-06-13T07:07:00Z</cp:lastPrinted>
  <dcterms:created xsi:type="dcterms:W3CDTF">2021-07-15T13:26:00Z</dcterms:created>
  <dcterms:modified xsi:type="dcterms:W3CDTF">2024-08-07T10:46:00Z</dcterms:modified>
</cp:coreProperties>
</file>