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31EAB09B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851BDD" w:rsidRPr="00851BDD">
        <w:rPr>
          <w:szCs w:val="20"/>
          <w:lang w:val="sr-Latn-RS"/>
        </w:rPr>
        <w:t xml:space="preserve"> </w:t>
      </w:r>
      <w:bookmarkStart w:id="1" w:name="_GoBack"/>
      <w:bookmarkEnd w:id="1"/>
      <w:r w:rsidR="00851BDD" w:rsidRPr="00851BDD">
        <w:rPr>
          <w:szCs w:val="20"/>
          <w:lang w:val="sr-Latn-RS"/>
        </w:rPr>
        <w:t>V</w:t>
      </w:r>
      <w:r w:rsidR="00851BDD" w:rsidRPr="00851BDD">
        <w:rPr>
          <w:szCs w:val="20"/>
          <w:lang w:val="sr-Cyrl-RS"/>
        </w:rPr>
        <w:t>/20</w:t>
      </w:r>
      <w:r w:rsidR="00851BDD" w:rsidRPr="00851BDD">
        <w:rPr>
          <w:szCs w:val="20"/>
          <w:lang w:val="sr-Latn-RS"/>
        </w:rPr>
        <w:t>2</w:t>
      </w:r>
      <w:r w:rsidR="00050AE0">
        <w:rPr>
          <w:szCs w:val="20"/>
          <w:lang w:val="sr-Latn-RS"/>
        </w:rPr>
        <w:t>4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0CC348D" w14:textId="0E334175" w:rsidR="008A4D57" w:rsidRPr="00216E1A" w:rsidRDefault="004C566B" w:rsidP="00C61E3D">
      <w:pPr>
        <w:ind w:left="142" w:right="-28"/>
        <w:rPr>
          <w:b/>
          <w:lang w:val="ru-RU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7B3154">
        <w:rPr>
          <w:b/>
          <w:lang w:val="sr-Cyrl-RS"/>
        </w:rPr>
        <w:t>2</w:t>
      </w:r>
      <w:r w:rsidR="00E37494">
        <w:rPr>
          <w:b/>
          <w:lang w:val="sr-Cyrl-RS"/>
        </w:rPr>
        <w:t>8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E37494" w:rsidRPr="00216E1A">
        <w:rPr>
          <w:b/>
          <w:lang w:val="ru-RU"/>
        </w:rPr>
        <w:t>ПОТРОШНИ МАТЕРИЈАЛ ЗА БРЗУ АНАЛИЗУ ПАРАМЕТАРА У ВОДИ</w:t>
      </w:r>
    </w:p>
    <w:p w14:paraId="21C0DD32" w14:textId="77777777" w:rsidR="00B20CF0" w:rsidRPr="00B758A6" w:rsidRDefault="00B20CF0" w:rsidP="00C61E3D">
      <w:pPr>
        <w:ind w:left="142" w:right="-28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273B0FB4" w:rsidR="00B758A6" w:rsidRPr="00050AE0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r w:rsidR="00050AE0">
        <w:rPr>
          <w:rStyle w:val="Hyperlink"/>
          <w:bCs/>
          <w:lang w:val="en-US" w:eastAsia="sr-Latn-CS"/>
        </w:rPr>
        <w:t>javne</w:t>
      </w:r>
      <w:r w:rsidR="00050AE0" w:rsidRPr="00050AE0">
        <w:rPr>
          <w:rStyle w:val="Hyperlink"/>
          <w:bCs/>
          <w:lang w:val="ru-RU" w:eastAsia="sr-Latn-CS"/>
        </w:rPr>
        <w:t>.</w:t>
      </w:r>
      <w:r w:rsidR="00050AE0">
        <w:rPr>
          <w:rStyle w:val="Hyperlink"/>
          <w:bCs/>
          <w:lang w:val="en-US" w:eastAsia="sr-Latn-CS"/>
        </w:rPr>
        <w:t>nabavke</w:t>
      </w:r>
      <w:r w:rsidR="00050AE0" w:rsidRPr="00050AE0">
        <w:rPr>
          <w:rStyle w:val="Hyperlink"/>
          <w:bCs/>
          <w:lang w:val="ru-RU" w:eastAsia="sr-Latn-CS"/>
        </w:rPr>
        <w:t>@</w:t>
      </w:r>
      <w:r w:rsidR="00050AE0">
        <w:rPr>
          <w:rStyle w:val="Hyperlink"/>
          <w:bCs/>
          <w:lang w:val="en-US" w:eastAsia="sr-Latn-CS"/>
        </w:rPr>
        <w:t>zjzpa</w:t>
      </w:r>
      <w:r w:rsidR="00050AE0" w:rsidRPr="00050AE0">
        <w:rPr>
          <w:rStyle w:val="Hyperlink"/>
          <w:bCs/>
          <w:lang w:val="ru-RU" w:eastAsia="sr-Latn-CS"/>
        </w:rPr>
        <w:t>.</w:t>
      </w:r>
      <w:r w:rsidR="00050AE0">
        <w:rPr>
          <w:rStyle w:val="Hyperlink"/>
          <w:bCs/>
          <w:lang w:val="sr-Latn-RS" w:eastAsia="sr-Latn-CS"/>
        </w:rPr>
        <w:t>org.rs</w:t>
      </w:r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06038"/>
    <w:rsid w:val="00020DF1"/>
    <w:rsid w:val="00023F52"/>
    <w:rsid w:val="000430C7"/>
    <w:rsid w:val="00050AE0"/>
    <w:rsid w:val="00063C8E"/>
    <w:rsid w:val="00077A92"/>
    <w:rsid w:val="000A1874"/>
    <w:rsid w:val="000B6CA4"/>
    <w:rsid w:val="000C72B2"/>
    <w:rsid w:val="000D5A76"/>
    <w:rsid w:val="001249E0"/>
    <w:rsid w:val="00147030"/>
    <w:rsid w:val="00152F9F"/>
    <w:rsid w:val="00153DB0"/>
    <w:rsid w:val="0016026B"/>
    <w:rsid w:val="001604B2"/>
    <w:rsid w:val="001A2DF0"/>
    <w:rsid w:val="001E28EE"/>
    <w:rsid w:val="00216E1A"/>
    <w:rsid w:val="00235D00"/>
    <w:rsid w:val="002475A2"/>
    <w:rsid w:val="00255AFE"/>
    <w:rsid w:val="00267D9B"/>
    <w:rsid w:val="0029445D"/>
    <w:rsid w:val="002A2B8D"/>
    <w:rsid w:val="002E6BB5"/>
    <w:rsid w:val="003155C6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566B"/>
    <w:rsid w:val="004E49E4"/>
    <w:rsid w:val="00570E24"/>
    <w:rsid w:val="005A48D4"/>
    <w:rsid w:val="005B3F46"/>
    <w:rsid w:val="005E3790"/>
    <w:rsid w:val="0063056B"/>
    <w:rsid w:val="00647975"/>
    <w:rsid w:val="006570A8"/>
    <w:rsid w:val="006D6DCC"/>
    <w:rsid w:val="006F04D9"/>
    <w:rsid w:val="006F399B"/>
    <w:rsid w:val="0074399B"/>
    <w:rsid w:val="0076746B"/>
    <w:rsid w:val="007B0432"/>
    <w:rsid w:val="007B3154"/>
    <w:rsid w:val="007C6708"/>
    <w:rsid w:val="007D583C"/>
    <w:rsid w:val="007F4E0B"/>
    <w:rsid w:val="007F5B4C"/>
    <w:rsid w:val="008017FD"/>
    <w:rsid w:val="00841BD3"/>
    <w:rsid w:val="00843C41"/>
    <w:rsid w:val="00851BDD"/>
    <w:rsid w:val="00871B93"/>
    <w:rsid w:val="00872673"/>
    <w:rsid w:val="00885B49"/>
    <w:rsid w:val="008A1C5C"/>
    <w:rsid w:val="008A438D"/>
    <w:rsid w:val="008A4D57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08B8"/>
    <w:rsid w:val="009B1801"/>
    <w:rsid w:val="009C48BF"/>
    <w:rsid w:val="009C6CB8"/>
    <w:rsid w:val="009D3EF4"/>
    <w:rsid w:val="009F5BF8"/>
    <w:rsid w:val="00A00040"/>
    <w:rsid w:val="00A1199C"/>
    <w:rsid w:val="00A62C2F"/>
    <w:rsid w:val="00A65609"/>
    <w:rsid w:val="00A72312"/>
    <w:rsid w:val="00A75C17"/>
    <w:rsid w:val="00A94055"/>
    <w:rsid w:val="00AA4928"/>
    <w:rsid w:val="00AE1F41"/>
    <w:rsid w:val="00AE2633"/>
    <w:rsid w:val="00B105E0"/>
    <w:rsid w:val="00B20CF0"/>
    <w:rsid w:val="00B22668"/>
    <w:rsid w:val="00B53C13"/>
    <w:rsid w:val="00B709E0"/>
    <w:rsid w:val="00B71CC8"/>
    <w:rsid w:val="00B758A6"/>
    <w:rsid w:val="00B834F9"/>
    <w:rsid w:val="00BB41DA"/>
    <w:rsid w:val="00BD44C0"/>
    <w:rsid w:val="00BE1D99"/>
    <w:rsid w:val="00C03DD3"/>
    <w:rsid w:val="00C07AEF"/>
    <w:rsid w:val="00C32549"/>
    <w:rsid w:val="00C42FA5"/>
    <w:rsid w:val="00C61E3D"/>
    <w:rsid w:val="00C72B23"/>
    <w:rsid w:val="00C91A3E"/>
    <w:rsid w:val="00CB3F9C"/>
    <w:rsid w:val="00CD2FA7"/>
    <w:rsid w:val="00CD7491"/>
    <w:rsid w:val="00CD7B39"/>
    <w:rsid w:val="00D032E9"/>
    <w:rsid w:val="00D07C17"/>
    <w:rsid w:val="00D130A5"/>
    <w:rsid w:val="00D24539"/>
    <w:rsid w:val="00D57E6D"/>
    <w:rsid w:val="00D84076"/>
    <w:rsid w:val="00D9739E"/>
    <w:rsid w:val="00DE3BE4"/>
    <w:rsid w:val="00E05D32"/>
    <w:rsid w:val="00E37494"/>
    <w:rsid w:val="00E43265"/>
    <w:rsid w:val="00E52CB1"/>
    <w:rsid w:val="00E62FB3"/>
    <w:rsid w:val="00E719AB"/>
    <w:rsid w:val="00EA39DE"/>
    <w:rsid w:val="00EB52E0"/>
    <w:rsid w:val="00F6753C"/>
    <w:rsid w:val="00FE2C7C"/>
    <w:rsid w:val="00FE4843"/>
    <w:rsid w:val="00FE4DCA"/>
    <w:rsid w:val="00FF388F"/>
    <w:rsid w:val="00FF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1</TotalTime>
  <Pages>1</Pages>
  <Words>108</Words>
  <Characters>771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878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7</cp:revision>
  <cp:lastPrinted>2007-06-13T07:07:00Z</cp:lastPrinted>
  <dcterms:created xsi:type="dcterms:W3CDTF">2021-07-15T13:40:00Z</dcterms:created>
  <dcterms:modified xsi:type="dcterms:W3CDTF">2024-05-22T07:58:00Z</dcterms:modified>
</cp:coreProperties>
</file>