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5B67CE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77AA0C4B" w14:textId="72C9AF95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70512B">
        <w:rPr>
          <w:rFonts w:ascii="Times New Roman" w:hAnsi="Times New Roman"/>
          <w:sz w:val="32"/>
          <w:szCs w:val="32"/>
        </w:rPr>
        <w:t>4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51A69DDE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68B21884" w14:textId="77777777" w:rsidR="00F67466" w:rsidRPr="00F43D61" w:rsidRDefault="00937392" w:rsidP="002B1F41">
      <w:pPr>
        <w:spacing w:after="0"/>
        <w:jc w:val="center"/>
        <w:rPr>
          <w:rFonts w:ascii="Times New Roman" w:hAnsi="Times New Roman"/>
          <w:b/>
          <w:bCs/>
          <w:sz w:val="32"/>
          <w:szCs w:val="32"/>
          <w:lang w:val="ru-RU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2B1F41">
        <w:rPr>
          <w:rFonts w:ascii="Times New Roman" w:hAnsi="Times New Roman"/>
          <w:b/>
          <w:bCs/>
          <w:sz w:val="32"/>
          <w:szCs w:val="32"/>
        </w:rPr>
        <w:t>10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2B1F41" w:rsidRPr="00F43D61">
        <w:rPr>
          <w:rFonts w:ascii="Times New Roman" w:hAnsi="Times New Roman"/>
          <w:b/>
          <w:bCs/>
          <w:sz w:val="32"/>
          <w:szCs w:val="32"/>
          <w:lang w:val="ru-RU"/>
        </w:rPr>
        <w:t xml:space="preserve">АНТИБИОГРАМ И ДИЈАГНОСТИЧКИ ДИСКОВИ И ТАБЛЕТЕ </w:t>
      </w:r>
    </w:p>
    <w:p w14:paraId="3AB08E2A" w14:textId="0250E2E6" w:rsidR="00F67466" w:rsidRPr="0070512B" w:rsidRDefault="00F67466" w:rsidP="00F67466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</w:t>
      </w:r>
      <w:r w:rsidR="0070512B">
        <w:rPr>
          <w:rFonts w:ascii="Times New Roman" w:eastAsia="Times New Roman" w:hAnsi="Times New Roman"/>
          <w:b/>
          <w:sz w:val="24"/>
          <w:szCs w:val="24"/>
          <w:lang w:val="sr-Latn-RS"/>
        </w:rPr>
        <w:t>I</w:t>
      </w:r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V/202</w:t>
      </w:r>
      <w:r w:rsidR="0070512B">
        <w:rPr>
          <w:rFonts w:ascii="Times New Roman" w:eastAsia="Times New Roman" w:hAnsi="Times New Roman"/>
          <w:b/>
          <w:sz w:val="24"/>
          <w:szCs w:val="24"/>
          <w:lang w:val="sr-Latn-RS"/>
        </w:rPr>
        <w:t>4</w:t>
      </w:r>
    </w:p>
    <w:p w14:paraId="224ABD0C" w14:textId="77777777" w:rsidR="00F67466" w:rsidRPr="00CC38A6" w:rsidRDefault="00F67466" w:rsidP="00F67466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28433C65" w14:textId="20336980" w:rsidR="00F67466" w:rsidRPr="00CC38A6" w:rsidRDefault="00F67466" w:rsidP="00F67466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70512B">
        <w:rPr>
          <w:rFonts w:ascii="Times New Roman" w:hAnsi="Times New Roman"/>
          <w:sz w:val="24"/>
          <w:lang w:val="sr-Latn-RS"/>
        </w:rPr>
        <w:t>4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3670A9A9" w14:textId="77777777" w:rsidR="00F67466" w:rsidRPr="00CC38A6" w:rsidRDefault="00F67466" w:rsidP="00F67466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1B29905D" w14:textId="77777777" w:rsidR="00F67466" w:rsidRPr="00CC38A6" w:rsidRDefault="00F67466" w:rsidP="00F67466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2493FCB4" w14:textId="77777777" w:rsidR="00F67466" w:rsidRPr="00CC38A6" w:rsidRDefault="00F67466" w:rsidP="00F67466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5C5252B7" w14:textId="77777777" w:rsidR="00F67466" w:rsidRPr="00CC38A6" w:rsidRDefault="00F67466" w:rsidP="00F6746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5D3C21B4" w14:textId="77777777" w:rsidR="00F67466" w:rsidRPr="00CC38A6" w:rsidRDefault="00F67466" w:rsidP="00F67466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66E5CD75" w14:textId="77777777" w:rsidR="00F67466" w:rsidRPr="00CF760F" w:rsidRDefault="00F67466" w:rsidP="00F67466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1907DDE5" w14:textId="77777777" w:rsidR="00F67466" w:rsidRPr="00CC38A6" w:rsidRDefault="00F67466" w:rsidP="00F67466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5DD84C3E" w14:textId="77777777" w:rsidR="00F67466" w:rsidRPr="00CC38A6" w:rsidRDefault="00F67466" w:rsidP="00F67466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4DF1CD40" w14:textId="38E8BC03" w:rsidR="00F67466" w:rsidRPr="00CF760F" w:rsidRDefault="00F67466" w:rsidP="00F67466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70512B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70512B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="007165CD" w:rsidRPr="007165CD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10 - </w:t>
      </w:r>
      <w:r w:rsidR="007165CD" w:rsidRPr="00F43D61">
        <w:rPr>
          <w:rFonts w:ascii="Times New Roman" w:eastAsia="Times New Roman" w:hAnsi="Times New Roman"/>
          <w:b/>
          <w:bCs/>
          <w:sz w:val="24"/>
          <w:szCs w:val="24"/>
          <w:lang w:val="ru-RU" w:eastAsia="sr-Latn-CS"/>
        </w:rPr>
        <w:t xml:space="preserve">АНТИБИОГРАМ И ДИЈАГНОСТИЧКИ ДИСКОВИ И ТАБЛЕТЕ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505BEB36" w14:textId="77777777" w:rsidR="00F67466" w:rsidRPr="00CC38A6" w:rsidRDefault="00F67466" w:rsidP="00F67466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Члан 2.</w:t>
      </w:r>
    </w:p>
    <w:p w14:paraId="715B6416" w14:textId="07A0BCEF" w:rsidR="00F67466" w:rsidRPr="00CC38A6" w:rsidRDefault="00F67466" w:rsidP="00F67466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="007165CD" w:rsidRPr="007165CD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10 - </w:t>
      </w:r>
      <w:r w:rsidR="007165CD" w:rsidRPr="00F43D61">
        <w:rPr>
          <w:rFonts w:ascii="Times New Roman" w:eastAsia="Times New Roman" w:hAnsi="Times New Roman"/>
          <w:b/>
          <w:bCs/>
          <w:sz w:val="24"/>
          <w:szCs w:val="24"/>
          <w:lang w:val="ru-RU" w:eastAsia="sr-Latn-CS"/>
        </w:rPr>
        <w:t>АНТИБИОГРАМ И ДИЈАГНОСТИЧКИ ДИСКОВИ И ТАБЛЕТЕ</w:t>
      </w:r>
      <w:r w:rsidRPr="00B73180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5A1B884B" w14:textId="77777777" w:rsidR="00F67466" w:rsidRPr="00CC38A6" w:rsidRDefault="00F67466" w:rsidP="00F67466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6D487917" w14:textId="77777777" w:rsidR="00F67466" w:rsidRPr="00CC38A6" w:rsidRDefault="00F67466" w:rsidP="00F67466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105A4B03" w14:textId="77777777" w:rsidR="00F67466" w:rsidRPr="00CC38A6" w:rsidRDefault="00F67466" w:rsidP="00F6746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72FC7C0B" w14:textId="77777777" w:rsidR="00F67466" w:rsidRPr="00CC38A6" w:rsidRDefault="00F67466" w:rsidP="00F6746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4BAF7012" w14:textId="1DAE77B7" w:rsidR="00F67466" w:rsidRPr="00CC38A6" w:rsidRDefault="00F67466" w:rsidP="000D6B80">
      <w:pPr>
        <w:ind w:left="-142" w:right="-472"/>
        <w:jc w:val="both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246B3C01" w14:textId="77777777" w:rsidR="00F67466" w:rsidRPr="00CC38A6" w:rsidRDefault="00F67466" w:rsidP="00F67466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40E9C78F" w14:textId="77777777" w:rsidR="00F67466" w:rsidRPr="00CC38A6" w:rsidRDefault="00F67466" w:rsidP="00F6746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63998094" w14:textId="77777777" w:rsidR="00F67466" w:rsidRPr="00CC38A6" w:rsidRDefault="00F67466" w:rsidP="00F67466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12E6A07C" w14:textId="77777777" w:rsidR="00F67466" w:rsidRPr="00CC38A6" w:rsidRDefault="00F67466" w:rsidP="00F6746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34A76C0C" w14:textId="77777777" w:rsidR="00F67466" w:rsidRPr="00CF760F" w:rsidRDefault="00F67466" w:rsidP="00F67466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51D09F34" w14:textId="77777777" w:rsidR="000D6B80" w:rsidRDefault="000D6B80" w:rsidP="00F6746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</w:p>
    <w:p w14:paraId="63BD7349" w14:textId="77777777" w:rsidR="000D6B80" w:rsidRDefault="000D6B80" w:rsidP="00F6746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</w:p>
    <w:p w14:paraId="15E8C847" w14:textId="4B785E10" w:rsidR="00F67466" w:rsidRPr="00CC38A6" w:rsidRDefault="00F67466" w:rsidP="00F6746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5.</w:t>
      </w:r>
    </w:p>
    <w:p w14:paraId="1E57FCF3" w14:textId="77777777" w:rsidR="00F67466" w:rsidRPr="00CC38A6" w:rsidRDefault="00F67466" w:rsidP="00F67466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308FAFC0" w14:textId="77777777" w:rsidR="00F67466" w:rsidRPr="00CC38A6" w:rsidRDefault="00F67466" w:rsidP="00F6746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13561871" w14:textId="77777777" w:rsidR="00F67466" w:rsidRPr="00CC38A6" w:rsidRDefault="00F67466" w:rsidP="00F6746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68F469A9" w14:textId="77777777" w:rsidR="00F67466" w:rsidRPr="00CC38A6" w:rsidRDefault="00F67466" w:rsidP="00F67466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03866498" w14:textId="77777777" w:rsidR="00F67466" w:rsidRPr="00CC38A6" w:rsidRDefault="00F67466" w:rsidP="00F67466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55CDD9C8" w14:textId="77777777" w:rsidR="00F67466" w:rsidRPr="00CC38A6" w:rsidRDefault="00F67466" w:rsidP="00F67466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5528C132" w14:textId="77777777" w:rsidR="00F67466" w:rsidRPr="00CC38A6" w:rsidRDefault="00F67466" w:rsidP="00F67466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17887874" w14:textId="77777777" w:rsidR="00F67466" w:rsidRPr="00CC38A6" w:rsidRDefault="00F67466" w:rsidP="00F67466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6981B315" w14:textId="77777777" w:rsidR="00F67466" w:rsidRPr="00CC38A6" w:rsidRDefault="00F67466" w:rsidP="00F67466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2FC02EA1" w14:textId="77777777" w:rsidR="00F67466" w:rsidRPr="00CC38A6" w:rsidRDefault="00F67466" w:rsidP="00F6746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7AC9B5F2" w14:textId="77777777" w:rsidR="00F67466" w:rsidRPr="00CC38A6" w:rsidRDefault="00F67466" w:rsidP="00F67466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2755EE7D" w14:textId="77777777" w:rsidR="00F67466" w:rsidRPr="00CC38A6" w:rsidRDefault="00F67466" w:rsidP="00F67466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26AB08B4" w14:textId="77777777" w:rsidR="00F67466" w:rsidRPr="00CC38A6" w:rsidRDefault="00F67466" w:rsidP="00F67466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0A79AC53" w14:textId="77777777" w:rsidR="00F67466" w:rsidRPr="00CC38A6" w:rsidRDefault="00F67466" w:rsidP="00F67466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78D491D7" w14:textId="77777777" w:rsidR="00F67466" w:rsidRPr="00CC38A6" w:rsidRDefault="00F67466" w:rsidP="00F67466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0DEBCCF6" w14:textId="77777777" w:rsidR="00F67466" w:rsidRPr="00CC38A6" w:rsidRDefault="00F67466" w:rsidP="00F6746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2A22A38E" w14:textId="77777777" w:rsidR="00F67466" w:rsidRPr="00CC38A6" w:rsidRDefault="00F67466" w:rsidP="00F67466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0DE93C2E" w14:textId="77777777" w:rsidR="00F67466" w:rsidRPr="00CC38A6" w:rsidRDefault="00F67466" w:rsidP="00F67466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lastRenderedPageBreak/>
        <w:t>Цена из става 1. овог члана Уговора је фиксна и не може се мењати до завршетка реализације овог Уговора.</w:t>
      </w:r>
    </w:p>
    <w:p w14:paraId="47B67006" w14:textId="77777777" w:rsidR="00F67466" w:rsidRPr="00CC38A6" w:rsidRDefault="00F67466" w:rsidP="00F67466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3CF482AD" w14:textId="77777777" w:rsidR="00F67466" w:rsidRPr="00CC38A6" w:rsidRDefault="00F67466" w:rsidP="00F6746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0B46014A" w14:textId="77777777" w:rsidR="00F67466" w:rsidRPr="00CC38A6" w:rsidRDefault="00F67466" w:rsidP="00F67466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17AC3094" w14:textId="77777777" w:rsidR="00F67466" w:rsidRPr="00CC38A6" w:rsidRDefault="00F67466" w:rsidP="00F6746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43D05630" w14:textId="77777777" w:rsidR="00F67466" w:rsidRPr="00CC38A6" w:rsidRDefault="00F67466" w:rsidP="00F67466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21C86957" w14:textId="77777777" w:rsidR="00F67466" w:rsidRPr="00CC38A6" w:rsidRDefault="00F67466" w:rsidP="00F67466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207DEF32" w14:textId="77777777" w:rsidR="00F67466" w:rsidRPr="00CC38A6" w:rsidRDefault="00F67466" w:rsidP="00F67466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1A4E1AAC" w14:textId="77777777" w:rsidR="00F67466" w:rsidRPr="00CC38A6" w:rsidRDefault="00F67466" w:rsidP="00F6746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4161F33A" w14:textId="77777777" w:rsidR="00F67466" w:rsidRPr="00CC38A6" w:rsidRDefault="00F67466" w:rsidP="00F6746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65BCE17E" w14:textId="77777777" w:rsidR="00F67466" w:rsidRPr="00CC38A6" w:rsidRDefault="00F67466" w:rsidP="00F6746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1A238E6B" w14:textId="77777777" w:rsidR="00F67466" w:rsidRPr="008E3CA1" w:rsidRDefault="00F67466" w:rsidP="00F67466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611B6B12" w14:textId="77777777" w:rsidR="00F67466" w:rsidRPr="00CC38A6" w:rsidRDefault="00F67466" w:rsidP="00F6746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13.</w:t>
      </w:r>
    </w:p>
    <w:p w14:paraId="73E78753" w14:textId="77777777" w:rsidR="00F67466" w:rsidRDefault="00F67466" w:rsidP="00F6746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143F69AD" w14:textId="77777777" w:rsidR="00F67466" w:rsidRPr="00CC38A6" w:rsidRDefault="00F67466" w:rsidP="00F6746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14.</w:t>
      </w:r>
    </w:p>
    <w:p w14:paraId="5FC5C253" w14:textId="4954ED87" w:rsidR="00F67466" w:rsidRPr="00CC38A6" w:rsidRDefault="00F67466" w:rsidP="00F67466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најдуже </w:t>
      </w:r>
      <w:r w:rsidR="000D6B80">
        <w:rPr>
          <w:rFonts w:ascii="Times New Roman" w:hAnsi="Times New Roman"/>
          <w:bCs/>
          <w:noProof/>
          <w:sz w:val="24"/>
          <w:szCs w:val="24"/>
          <w:lang w:val="sr-Cyrl-RS"/>
        </w:rPr>
        <w:t>12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 (д</w:t>
      </w:r>
      <w:r w:rsidR="000D6B80">
        <w:rPr>
          <w:rFonts w:ascii="Times New Roman" w:hAnsi="Times New Roman"/>
          <w:bCs/>
          <w:noProof/>
          <w:sz w:val="24"/>
          <w:szCs w:val="24"/>
          <w:lang w:val="sr-Cyrl-RS"/>
        </w:rPr>
        <w:t>ванаест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40BCD7FF" w14:textId="77777777" w:rsidR="00F67466" w:rsidRPr="00CC38A6" w:rsidRDefault="00F67466" w:rsidP="00F67466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lastRenderedPageBreak/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27B7366B" w14:textId="77777777" w:rsidR="00F67466" w:rsidRPr="00CC38A6" w:rsidRDefault="00F67466" w:rsidP="00F6746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3AAF661C" w14:textId="77777777" w:rsidR="00F67466" w:rsidRPr="00CC38A6" w:rsidRDefault="00F67466" w:rsidP="00F67466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75ED25B2" w14:textId="77777777" w:rsidR="00F67466" w:rsidRPr="00CC38A6" w:rsidRDefault="00F67466" w:rsidP="00F6746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25CC2297" w14:textId="77777777" w:rsidR="00F67466" w:rsidRPr="00CC38A6" w:rsidRDefault="00F67466" w:rsidP="00F67466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7720B507" w14:textId="559201BE" w:rsidR="00F67466" w:rsidRPr="00CC38A6" w:rsidRDefault="00F67466" w:rsidP="00F67466">
      <w:pPr>
        <w:spacing w:before="240" w:after="60"/>
        <w:ind w:left="-142" w:right="-472" w:hanging="3360"/>
        <w:outlineLvl w:val="7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F6746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F67466"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 w:rsidRPr="00F67466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F67466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F67466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F67466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F67466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F67466"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F67466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   </w:t>
      </w:r>
    </w:p>
    <w:p w14:paraId="3CCDD17E" w14:textId="77777777" w:rsidR="00F67466" w:rsidRPr="00CC38A6" w:rsidRDefault="00F67466" w:rsidP="00F67466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3EEAA3AB" w14:textId="77777777" w:rsidR="00F67466" w:rsidRPr="00CC38A6" w:rsidRDefault="00F67466" w:rsidP="00F67466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4A95A93E" w14:textId="77777777" w:rsidR="00F67466" w:rsidRPr="00CC38A6" w:rsidRDefault="00F67466" w:rsidP="00F67466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6A8A8C5B" w14:textId="77777777" w:rsidR="00F67466" w:rsidRPr="00CC38A6" w:rsidRDefault="00F67466" w:rsidP="00F67466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60378148" w14:textId="77777777" w:rsidR="00F67466" w:rsidRPr="00CC38A6" w:rsidRDefault="00F67466" w:rsidP="00F67466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4C679B85" w14:textId="2A45F603" w:rsidR="00F67466" w:rsidRPr="00F43D61" w:rsidRDefault="00F67466" w:rsidP="00F67466">
      <w:pPr>
        <w:spacing w:after="120"/>
        <w:ind w:left="-142" w:right="-472"/>
        <w:rPr>
          <w:rFonts w:ascii="Times New Roman" w:hAnsi="Times New Roman"/>
          <w:sz w:val="24"/>
          <w:szCs w:val="16"/>
          <w:lang w:val="sr-Latn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70512B">
        <w:rPr>
          <w:rFonts w:ascii="Times New Roman" w:hAnsi="Times New Roman"/>
          <w:sz w:val="24"/>
          <w:szCs w:val="16"/>
          <w:lang w:val="sr-Latn-RS"/>
        </w:rPr>
        <w:t>243</w:t>
      </w:r>
      <w:r w:rsidRPr="00CC38A6">
        <w:rPr>
          <w:rFonts w:ascii="Times New Roman" w:hAnsi="Times New Roman"/>
          <w:sz w:val="24"/>
          <w:szCs w:val="16"/>
          <w:lang w:val="sr-Cyrl-RS"/>
        </w:rPr>
        <w:t>/____ -202</w:t>
      </w:r>
      <w:r w:rsidR="0070512B">
        <w:rPr>
          <w:rFonts w:ascii="Times New Roman" w:hAnsi="Times New Roman"/>
          <w:sz w:val="24"/>
          <w:szCs w:val="16"/>
          <w:lang w:val="sr-Latn-RS"/>
        </w:rPr>
        <w:t>4</w:t>
      </w:r>
    </w:p>
    <w:p w14:paraId="09941CAE" w14:textId="45333F2D" w:rsidR="0059572E" w:rsidRPr="0059572E" w:rsidRDefault="00F67466" w:rsidP="00F67466">
      <w:pPr>
        <w:spacing w:after="120"/>
        <w:rPr>
          <w:rFonts w:ascii="Times New Roman" w:hAnsi="Times New Roman"/>
          <w:sz w:val="24"/>
          <w:szCs w:val="16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70512B">
        <w:rPr>
          <w:rFonts w:ascii="Times New Roman" w:hAnsi="Times New Roman"/>
          <w:sz w:val="24"/>
          <w:szCs w:val="16"/>
          <w:lang w:val="sr-Latn-RS"/>
        </w:rPr>
        <w:t>4</w:t>
      </w:r>
      <w:bookmarkStart w:id="0" w:name="_GoBack"/>
      <w:bookmarkEnd w:id="0"/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  <w:r w:rsidR="0059572E" w:rsidRPr="0059572E">
        <w:rPr>
          <w:rFonts w:ascii="Times New Roman" w:hAnsi="Times New Roman"/>
          <w:sz w:val="24"/>
          <w:szCs w:val="16"/>
        </w:rPr>
        <w:t>.</w:t>
      </w:r>
    </w:p>
    <w:p w14:paraId="121D00ED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7DB94309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474DA04A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080AFFA4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28FDF85E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322DF40F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27F8A8FC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B0B6DE" w14:textId="77777777" w:rsidR="0073125B" w:rsidRDefault="0073125B" w:rsidP="00FE0E78">
      <w:pPr>
        <w:spacing w:after="0" w:line="240" w:lineRule="auto"/>
      </w:pPr>
      <w:r>
        <w:separator/>
      </w:r>
    </w:p>
  </w:endnote>
  <w:endnote w:type="continuationSeparator" w:id="0">
    <w:p w14:paraId="6D297C50" w14:textId="77777777" w:rsidR="0073125B" w:rsidRDefault="0073125B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F73CFA" w14:textId="77777777" w:rsidR="00FE0E78" w:rsidRDefault="00A647B5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09579E">
      <w:rPr>
        <w:noProof/>
      </w:rPr>
      <w:t>5</w:t>
    </w:r>
    <w:r>
      <w:fldChar w:fldCharType="end"/>
    </w:r>
  </w:p>
  <w:p w14:paraId="27EAF39A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77949B" w14:textId="77777777" w:rsidR="0073125B" w:rsidRDefault="0073125B" w:rsidP="00FE0E78">
      <w:pPr>
        <w:spacing w:after="0" w:line="240" w:lineRule="auto"/>
      </w:pPr>
      <w:r>
        <w:separator/>
      </w:r>
    </w:p>
  </w:footnote>
  <w:footnote w:type="continuationSeparator" w:id="0">
    <w:p w14:paraId="701FD718" w14:textId="77777777" w:rsidR="0073125B" w:rsidRDefault="0073125B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225B3"/>
    <w:rsid w:val="00040A19"/>
    <w:rsid w:val="00044F28"/>
    <w:rsid w:val="000902F6"/>
    <w:rsid w:val="00094B48"/>
    <w:rsid w:val="0009579E"/>
    <w:rsid w:val="000A5857"/>
    <w:rsid w:val="000D23B7"/>
    <w:rsid w:val="000D6B80"/>
    <w:rsid w:val="00114C67"/>
    <w:rsid w:val="00180327"/>
    <w:rsid w:val="001D0B08"/>
    <w:rsid w:val="002B1F41"/>
    <w:rsid w:val="002D61C8"/>
    <w:rsid w:val="003666EF"/>
    <w:rsid w:val="00390760"/>
    <w:rsid w:val="003951EC"/>
    <w:rsid w:val="003C06A9"/>
    <w:rsid w:val="00412035"/>
    <w:rsid w:val="004803B7"/>
    <w:rsid w:val="004B4398"/>
    <w:rsid w:val="004B6CF3"/>
    <w:rsid w:val="00500DB4"/>
    <w:rsid w:val="005871E9"/>
    <w:rsid w:val="0059572E"/>
    <w:rsid w:val="005E52F4"/>
    <w:rsid w:val="00623C5C"/>
    <w:rsid w:val="00645EF6"/>
    <w:rsid w:val="006650FF"/>
    <w:rsid w:val="006A5344"/>
    <w:rsid w:val="006C35E1"/>
    <w:rsid w:val="006D074E"/>
    <w:rsid w:val="0070512B"/>
    <w:rsid w:val="007165CD"/>
    <w:rsid w:val="0073125B"/>
    <w:rsid w:val="0077556B"/>
    <w:rsid w:val="007D2D45"/>
    <w:rsid w:val="007F24E1"/>
    <w:rsid w:val="00856251"/>
    <w:rsid w:val="008B3D2E"/>
    <w:rsid w:val="009040BA"/>
    <w:rsid w:val="0093118A"/>
    <w:rsid w:val="00937392"/>
    <w:rsid w:val="009D276C"/>
    <w:rsid w:val="009F2923"/>
    <w:rsid w:val="00A035CF"/>
    <w:rsid w:val="00A564EE"/>
    <w:rsid w:val="00A623B2"/>
    <w:rsid w:val="00A647B5"/>
    <w:rsid w:val="00A8552A"/>
    <w:rsid w:val="00AB4E1D"/>
    <w:rsid w:val="00AC2109"/>
    <w:rsid w:val="00B1711E"/>
    <w:rsid w:val="00B27581"/>
    <w:rsid w:val="00B5492E"/>
    <w:rsid w:val="00B7315E"/>
    <w:rsid w:val="00BD2181"/>
    <w:rsid w:val="00C033EC"/>
    <w:rsid w:val="00C1740E"/>
    <w:rsid w:val="00C33134"/>
    <w:rsid w:val="00C3688A"/>
    <w:rsid w:val="00C449E4"/>
    <w:rsid w:val="00C46E8D"/>
    <w:rsid w:val="00C823AF"/>
    <w:rsid w:val="00CC7AAD"/>
    <w:rsid w:val="00CE57FF"/>
    <w:rsid w:val="00D14EEB"/>
    <w:rsid w:val="00D96A6C"/>
    <w:rsid w:val="00DD1900"/>
    <w:rsid w:val="00DE23AD"/>
    <w:rsid w:val="00E122B1"/>
    <w:rsid w:val="00E16ADC"/>
    <w:rsid w:val="00E55126"/>
    <w:rsid w:val="00E81E75"/>
    <w:rsid w:val="00E864A2"/>
    <w:rsid w:val="00EC3795"/>
    <w:rsid w:val="00EC4AFE"/>
    <w:rsid w:val="00ED062D"/>
    <w:rsid w:val="00EE6267"/>
    <w:rsid w:val="00F3295D"/>
    <w:rsid w:val="00F43D61"/>
    <w:rsid w:val="00F47D4E"/>
    <w:rsid w:val="00F67466"/>
    <w:rsid w:val="00F82F30"/>
    <w:rsid w:val="00FD1173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E7B7D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1291</Words>
  <Characters>7361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9</cp:revision>
  <cp:lastPrinted>2020-11-09T09:57:00Z</cp:lastPrinted>
  <dcterms:created xsi:type="dcterms:W3CDTF">2021-07-16T20:36:00Z</dcterms:created>
  <dcterms:modified xsi:type="dcterms:W3CDTF">2024-04-01T10:08:00Z</dcterms:modified>
</cp:coreProperties>
</file>