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EC611" w14:textId="77777777" w:rsidR="00D57E6D" w:rsidRPr="0035562C" w:rsidRDefault="008A34D9" w:rsidP="003A7D62">
      <w:pPr>
        <w:rPr>
          <w:lang w:val="sr-Cyrl-RS"/>
        </w:rPr>
      </w:pPr>
      <w:bookmarkStart w:id="0" w:name="xgraphic"/>
      <w:r w:rsidRPr="0035562C">
        <w:rPr>
          <w:lang w:val="sr-Cyrl-RS"/>
        </w:rPr>
        <w:pict w14:anchorId="65906372">
          <v:line id="_x0000_s1029" style="position:absolute;left:0;text-align:left;z-index:251657728" from="3.75pt,-18.45pt" to="493.35pt,-18.45pt" o:allowincell="f" strokeweight="2.25pt"/>
        </w:pict>
      </w:r>
    </w:p>
    <w:bookmarkEnd w:id="0"/>
    <w:p w14:paraId="48915956" w14:textId="77777777" w:rsidR="003A7D62" w:rsidRPr="0035562C" w:rsidRDefault="003A7D62" w:rsidP="003A7D62">
      <w:pPr>
        <w:rPr>
          <w:lang w:val="sr-Cyrl-RS"/>
        </w:rPr>
      </w:pPr>
    </w:p>
    <w:p w14:paraId="0B1D05F2" w14:textId="77777777" w:rsidR="003A7D62" w:rsidRPr="0035562C" w:rsidRDefault="003A7D62" w:rsidP="003A7D62">
      <w:pPr>
        <w:ind w:left="0"/>
        <w:rPr>
          <w:lang w:val="sr-Cyrl-RS"/>
        </w:rPr>
      </w:pPr>
    </w:p>
    <w:p w14:paraId="7379D640" w14:textId="77777777" w:rsidR="003A7D62" w:rsidRPr="0035562C" w:rsidRDefault="003A7D62" w:rsidP="003A7D62">
      <w:pPr>
        <w:ind w:left="0"/>
        <w:rPr>
          <w:lang w:val="sr-Cyrl-RS"/>
        </w:rPr>
      </w:pPr>
    </w:p>
    <w:p w14:paraId="241D3E14" w14:textId="77777777" w:rsidR="00DA66EC" w:rsidRPr="0035562C" w:rsidRDefault="00DA66EC" w:rsidP="00DA66EC">
      <w:pPr>
        <w:ind w:left="0" w:right="0"/>
        <w:jc w:val="center"/>
        <w:rPr>
          <w:b/>
          <w:bCs/>
          <w:iCs/>
          <w:color w:val="000000"/>
          <w:lang w:val="sr-Cyrl-RS" w:eastAsia="sr-Cyrl-CS"/>
        </w:rPr>
      </w:pPr>
      <w:r w:rsidRPr="0035562C">
        <w:rPr>
          <w:b/>
          <w:bCs/>
          <w:iCs/>
          <w:color w:val="000000"/>
          <w:lang w:val="sr-Cyrl-RS"/>
        </w:rPr>
        <w:t>ОПИС И СПЕЦИФИКАЦИЈЕ ПРЕДМЕТА, УСЛОВИ ИСПОРУКЕ ИЛИ ИЗВРШЕЊА</w:t>
      </w:r>
    </w:p>
    <w:p w14:paraId="10E33D3E" w14:textId="77777777" w:rsidR="00341A8B" w:rsidRPr="0035562C" w:rsidRDefault="00341A8B" w:rsidP="00341A8B">
      <w:pPr>
        <w:ind w:left="0"/>
        <w:rPr>
          <w:lang w:val="sr-Cyrl-RS"/>
        </w:rPr>
      </w:pPr>
    </w:p>
    <w:p w14:paraId="78B11AEF" w14:textId="77777777" w:rsidR="00341A8B" w:rsidRPr="0035562C" w:rsidRDefault="00341A8B" w:rsidP="00341A8B">
      <w:pPr>
        <w:ind w:left="0"/>
        <w:rPr>
          <w:lang w:val="sr-Cyrl-RS"/>
        </w:rPr>
      </w:pPr>
    </w:p>
    <w:p w14:paraId="3D63317E" w14:textId="77777777" w:rsidR="00341A8B" w:rsidRPr="0035562C" w:rsidRDefault="00341A8B" w:rsidP="00341A8B">
      <w:pPr>
        <w:ind w:left="0"/>
        <w:rPr>
          <w:lang w:val="sr-Cyrl-RS"/>
        </w:rPr>
      </w:pPr>
    </w:p>
    <w:p w14:paraId="216E938E" w14:textId="77777777" w:rsidR="00AF315A" w:rsidRPr="0035562C" w:rsidRDefault="00AF315A" w:rsidP="00341A8B">
      <w:pPr>
        <w:ind w:left="0"/>
        <w:rPr>
          <w:lang w:val="sr-Cyrl-RS"/>
        </w:rPr>
      </w:pPr>
    </w:p>
    <w:p w14:paraId="2A1F6DD4" w14:textId="77777777" w:rsidR="00A23BAB" w:rsidRPr="0035562C" w:rsidRDefault="00A23BAB" w:rsidP="00A23BAB">
      <w:pPr>
        <w:ind w:left="426" w:right="0" w:hanging="426"/>
        <w:jc w:val="both"/>
        <w:rPr>
          <w:lang w:val="sr-Cyrl-RS"/>
        </w:rPr>
      </w:pPr>
      <w:r w:rsidRPr="0035562C">
        <w:rPr>
          <w:lang w:val="sr-Cyrl-RS"/>
        </w:rPr>
        <w:t>Предмет поступка јавне набавке су добра – нафтни деривати, и то у следећим количинама и врстама:</w:t>
      </w:r>
    </w:p>
    <w:p w14:paraId="12C51D2F" w14:textId="77777777" w:rsidR="00A23BAB" w:rsidRPr="0035562C" w:rsidRDefault="00A23BAB" w:rsidP="00A23BAB">
      <w:pPr>
        <w:ind w:left="0" w:right="0"/>
        <w:jc w:val="center"/>
        <w:rPr>
          <w:noProof/>
          <w:lang w:val="sr-Cyrl-RS" w:eastAsia="sr-Latn-CS"/>
        </w:rPr>
      </w:pPr>
    </w:p>
    <w:tbl>
      <w:tblPr>
        <w:tblW w:w="4528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0"/>
        <w:gridCol w:w="3452"/>
        <w:gridCol w:w="1553"/>
        <w:gridCol w:w="2373"/>
      </w:tblGrid>
      <w:tr w:rsidR="00A23BAB" w:rsidRPr="0035562C" w14:paraId="769A7421" w14:textId="77777777" w:rsidTr="00C92985">
        <w:tc>
          <w:tcPr>
            <w:tcW w:w="914" w:type="pct"/>
            <w:shd w:val="clear" w:color="auto" w:fill="auto"/>
          </w:tcPr>
          <w:p w14:paraId="2EFD4C46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35562C">
              <w:rPr>
                <w:b/>
                <w:lang w:val="sr-Cyrl-RS" w:eastAsia="sr-Latn-CS"/>
              </w:rPr>
              <w:t>Ред. број</w:t>
            </w:r>
          </w:p>
        </w:tc>
        <w:tc>
          <w:tcPr>
            <w:tcW w:w="1912" w:type="pct"/>
            <w:shd w:val="clear" w:color="auto" w:fill="auto"/>
          </w:tcPr>
          <w:p w14:paraId="4663D5BF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85"/>
              <w:jc w:val="center"/>
              <w:rPr>
                <w:b/>
                <w:lang w:val="sr-Cyrl-RS" w:eastAsia="sr-Latn-CS"/>
              </w:rPr>
            </w:pPr>
            <w:r w:rsidRPr="0035562C">
              <w:rPr>
                <w:b/>
                <w:lang w:val="sr-Cyrl-RS" w:eastAsia="sr-Latn-CS"/>
              </w:rPr>
              <w:t>Назив добара</w:t>
            </w:r>
          </w:p>
        </w:tc>
        <w:tc>
          <w:tcPr>
            <w:tcW w:w="860" w:type="pct"/>
            <w:shd w:val="clear" w:color="auto" w:fill="auto"/>
          </w:tcPr>
          <w:p w14:paraId="7F0BE2B0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35562C">
              <w:rPr>
                <w:b/>
                <w:lang w:val="sr-Cyrl-RS" w:eastAsia="sr-Latn-CS"/>
              </w:rPr>
              <w:t>Јединица мере</w:t>
            </w:r>
          </w:p>
        </w:tc>
        <w:tc>
          <w:tcPr>
            <w:tcW w:w="1314" w:type="pct"/>
            <w:shd w:val="clear" w:color="auto" w:fill="auto"/>
          </w:tcPr>
          <w:p w14:paraId="06048622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35562C">
              <w:rPr>
                <w:b/>
                <w:lang w:val="sr-Cyrl-RS" w:eastAsia="sr-Latn-CS"/>
              </w:rPr>
              <w:t>Количина</w:t>
            </w:r>
          </w:p>
        </w:tc>
      </w:tr>
      <w:tr w:rsidR="00A23BAB" w:rsidRPr="0035562C" w14:paraId="462B31C9" w14:textId="77777777" w:rsidTr="00C92985">
        <w:tc>
          <w:tcPr>
            <w:tcW w:w="914" w:type="pct"/>
            <w:shd w:val="clear" w:color="auto" w:fill="auto"/>
          </w:tcPr>
          <w:p w14:paraId="1E661585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1.</w:t>
            </w:r>
          </w:p>
        </w:tc>
        <w:tc>
          <w:tcPr>
            <w:tcW w:w="1912" w:type="pct"/>
            <w:shd w:val="clear" w:color="auto" w:fill="auto"/>
          </w:tcPr>
          <w:p w14:paraId="4D5448C9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 xml:space="preserve">Моторни бензин  БМБ 95 </w:t>
            </w:r>
          </w:p>
        </w:tc>
        <w:tc>
          <w:tcPr>
            <w:tcW w:w="860" w:type="pct"/>
            <w:shd w:val="clear" w:color="auto" w:fill="auto"/>
          </w:tcPr>
          <w:p w14:paraId="35792D13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F484" w14:textId="77777777" w:rsidR="00A23BAB" w:rsidRPr="0035562C" w:rsidRDefault="00A23BAB" w:rsidP="005C51D6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/>
              </w:rPr>
            </w:pPr>
            <w:r w:rsidRPr="0035562C">
              <w:rPr>
                <w:lang w:val="sr-Cyrl-RS" w:eastAsia="sr-Latn-CS"/>
              </w:rPr>
              <w:t>1</w:t>
            </w:r>
            <w:r w:rsidR="005C51D6" w:rsidRPr="0035562C">
              <w:rPr>
                <w:lang w:val="sr-Cyrl-RS" w:eastAsia="sr-Latn-CS"/>
              </w:rPr>
              <w:t>3</w:t>
            </w:r>
            <w:r w:rsidRPr="0035562C">
              <w:rPr>
                <w:lang w:val="sr-Cyrl-RS" w:eastAsia="sr-Latn-CS"/>
              </w:rPr>
              <w:t>.</w:t>
            </w:r>
            <w:r w:rsidR="005C51D6" w:rsidRPr="0035562C">
              <w:rPr>
                <w:lang w:val="sr-Cyrl-RS" w:eastAsia="sr-Latn-CS"/>
              </w:rPr>
              <w:t>5</w:t>
            </w:r>
            <w:r w:rsidRPr="0035562C">
              <w:rPr>
                <w:lang w:val="sr-Cyrl-RS" w:eastAsia="sr-Latn-CS"/>
              </w:rPr>
              <w:t>00</w:t>
            </w:r>
          </w:p>
        </w:tc>
      </w:tr>
      <w:tr w:rsidR="00A23BAB" w:rsidRPr="0035562C" w14:paraId="16715638" w14:textId="77777777" w:rsidTr="00C92985">
        <w:tc>
          <w:tcPr>
            <w:tcW w:w="914" w:type="pct"/>
            <w:shd w:val="clear" w:color="auto" w:fill="auto"/>
          </w:tcPr>
          <w:p w14:paraId="0221D0F4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2.</w:t>
            </w:r>
          </w:p>
        </w:tc>
        <w:tc>
          <w:tcPr>
            <w:tcW w:w="1912" w:type="pct"/>
            <w:shd w:val="clear" w:color="auto" w:fill="auto"/>
          </w:tcPr>
          <w:p w14:paraId="6659C774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Еуро дизел</w:t>
            </w:r>
          </w:p>
        </w:tc>
        <w:tc>
          <w:tcPr>
            <w:tcW w:w="860" w:type="pct"/>
            <w:shd w:val="clear" w:color="auto" w:fill="auto"/>
          </w:tcPr>
          <w:p w14:paraId="1D458A6E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DEA" w14:textId="77777777" w:rsidR="00A23BAB" w:rsidRPr="0035562C" w:rsidRDefault="005C51D6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5</w:t>
            </w:r>
            <w:r w:rsidR="00A23BAB" w:rsidRPr="0035562C">
              <w:rPr>
                <w:lang w:val="sr-Cyrl-RS" w:eastAsia="sr-Latn-CS"/>
              </w:rPr>
              <w:t>.</w:t>
            </w:r>
            <w:r w:rsidR="00701DAF" w:rsidRPr="0035562C">
              <w:rPr>
                <w:lang w:val="sr-Cyrl-RS" w:eastAsia="sr-Latn-CS"/>
              </w:rPr>
              <w:t>5</w:t>
            </w:r>
            <w:r w:rsidR="00A23BAB" w:rsidRPr="0035562C">
              <w:rPr>
                <w:lang w:val="sr-Cyrl-RS" w:eastAsia="sr-Latn-CS"/>
              </w:rPr>
              <w:t>00</w:t>
            </w:r>
          </w:p>
        </w:tc>
      </w:tr>
      <w:tr w:rsidR="00A23BAB" w:rsidRPr="0035562C" w14:paraId="7C7F3706" w14:textId="77777777" w:rsidTr="00C92985">
        <w:tc>
          <w:tcPr>
            <w:tcW w:w="914" w:type="pct"/>
            <w:shd w:val="clear" w:color="auto" w:fill="auto"/>
          </w:tcPr>
          <w:p w14:paraId="15055C44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3.</w:t>
            </w:r>
          </w:p>
        </w:tc>
        <w:tc>
          <w:tcPr>
            <w:tcW w:w="1912" w:type="pct"/>
            <w:shd w:val="clear" w:color="auto" w:fill="auto"/>
          </w:tcPr>
          <w:p w14:paraId="09B15FD8" w14:textId="34F6F224" w:rsidR="00A23BAB" w:rsidRPr="0035562C" w:rsidRDefault="008A34D9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Ауто гас</w:t>
            </w:r>
            <w:r w:rsidR="00A23BAB" w:rsidRPr="0035562C">
              <w:rPr>
                <w:lang w:val="sr-Cyrl-RS" w:eastAsia="sr-Latn-CS"/>
              </w:rPr>
              <w:t xml:space="preserve"> ТНГ</w:t>
            </w:r>
          </w:p>
        </w:tc>
        <w:tc>
          <w:tcPr>
            <w:tcW w:w="860" w:type="pct"/>
            <w:shd w:val="clear" w:color="auto" w:fill="auto"/>
          </w:tcPr>
          <w:p w14:paraId="74B68B5A" w14:textId="77777777" w:rsidR="00A23BAB" w:rsidRPr="0035562C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A24" w14:textId="77777777" w:rsidR="00A23BAB" w:rsidRPr="0035562C" w:rsidRDefault="00701DAF" w:rsidP="00D17D8B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35562C">
              <w:rPr>
                <w:lang w:val="sr-Cyrl-RS" w:eastAsia="sr-Latn-CS"/>
              </w:rPr>
              <w:t>4.000</w:t>
            </w:r>
          </w:p>
        </w:tc>
      </w:tr>
    </w:tbl>
    <w:p w14:paraId="376EDA1D" w14:textId="77777777" w:rsidR="00A23BAB" w:rsidRPr="0035562C" w:rsidRDefault="00A23BAB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  <w:lang w:val="sr-Cyrl-RS"/>
        </w:rPr>
      </w:pPr>
      <w:r w:rsidRPr="0035562C">
        <w:rPr>
          <w:b/>
          <w:color w:val="000000"/>
          <w:sz w:val="22"/>
          <w:szCs w:val="22"/>
          <w:lang w:val="sr-Cyrl-RS"/>
        </w:rPr>
        <w:tab/>
      </w:r>
      <w:r w:rsidRPr="0035562C">
        <w:rPr>
          <w:b/>
          <w:color w:val="000000"/>
          <w:sz w:val="22"/>
          <w:szCs w:val="22"/>
          <w:lang w:val="sr-Cyrl-RS"/>
        </w:rPr>
        <w:tab/>
      </w:r>
      <w:r w:rsidRPr="0035562C">
        <w:rPr>
          <w:b/>
          <w:color w:val="000000"/>
          <w:sz w:val="22"/>
          <w:szCs w:val="22"/>
          <w:lang w:val="sr-Cyrl-RS"/>
        </w:rPr>
        <w:tab/>
      </w:r>
    </w:p>
    <w:p w14:paraId="32B26AF8" w14:textId="77777777" w:rsidR="00DA66EC" w:rsidRPr="0035562C" w:rsidRDefault="00DA66EC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  <w:lang w:val="sr-Cyrl-RS"/>
        </w:rPr>
      </w:pPr>
    </w:p>
    <w:p w14:paraId="01BE7D2C" w14:textId="66C290F9" w:rsidR="00A23BAB" w:rsidRPr="0035562C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35562C">
        <w:rPr>
          <w:b/>
          <w:lang w:val="sr-Cyrl-RS" w:eastAsia="sr-Latn-CS"/>
        </w:rPr>
        <w:tab/>
      </w:r>
      <w:r w:rsidRPr="0035562C">
        <w:rPr>
          <w:lang w:val="sr-Cyrl-RS" w:eastAsia="sr-Latn-CS"/>
        </w:rPr>
        <w:t xml:space="preserve">1.  </w:t>
      </w:r>
      <w:r w:rsidR="0035562C" w:rsidRPr="0035562C">
        <w:rPr>
          <w:u w:val="single"/>
          <w:lang w:val="sr-Cyrl-RS" w:eastAsia="sr-Latn-CS"/>
        </w:rPr>
        <w:t>Квалитет</w:t>
      </w:r>
      <w:r w:rsidRPr="0035562C">
        <w:rPr>
          <w:u w:val="single"/>
          <w:lang w:val="sr-Cyrl-RS" w:eastAsia="sr-Latn-CS"/>
        </w:rPr>
        <w:t>:</w:t>
      </w:r>
      <w:r w:rsidRPr="0035562C">
        <w:rPr>
          <w:lang w:val="sr-Cyrl-RS" w:eastAsia="sr-Latn-CS"/>
        </w:rPr>
        <w:t xml:space="preserve">  у складу са важећим стандардима и у складу са важећим „Правилником о техничким и другим захтевима за течна горива нафтног порекла („Службени гласник РС“, бр 111/2015, 106/2016, 60/2017, 117/17, 120/17, 50/2018, 101/2018, 93/2019, 91/2020 и 102/2020)“.</w:t>
      </w:r>
    </w:p>
    <w:p w14:paraId="03D4A2A2" w14:textId="77777777" w:rsidR="00A23BAB" w:rsidRPr="0035562C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35562C">
        <w:rPr>
          <w:lang w:val="sr-Cyrl-RS" w:eastAsia="sr-Latn-CS"/>
        </w:rPr>
        <w:tab/>
        <w:t xml:space="preserve">2. </w:t>
      </w:r>
      <w:r w:rsidRPr="0035562C">
        <w:rPr>
          <w:u w:val="single"/>
          <w:lang w:val="sr-Cyrl-RS" w:eastAsia="sr-Latn-CS"/>
        </w:rPr>
        <w:t>Начин спровођења контроле и обезбеђивања гаранције квалитета</w:t>
      </w:r>
      <w:r w:rsidRPr="0035562C">
        <w:rPr>
          <w:lang w:val="sr-Cyrl-RS" w:eastAsia="sr-Latn-CS"/>
        </w:rPr>
        <w:t xml:space="preserve">: Понуђач гарантује захтевани квалитет, што доказује </w:t>
      </w:r>
      <w:r w:rsidRPr="0035562C">
        <w:rPr>
          <w:b/>
          <w:lang w:val="sr-Cyrl-RS" w:eastAsia="sr-Latn-CS"/>
        </w:rPr>
        <w:t>Извештајем о контролисању квалитета од надлежне организације који прилаже уз понуду.</w:t>
      </w:r>
    </w:p>
    <w:p w14:paraId="0F6FC353" w14:textId="77777777" w:rsidR="00A23BAB" w:rsidRPr="0035562C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35562C">
        <w:rPr>
          <w:lang w:val="sr-Cyrl-RS" w:eastAsia="sr-Latn-CS"/>
        </w:rPr>
        <w:tab/>
        <w:t xml:space="preserve">3. </w:t>
      </w:r>
      <w:r w:rsidRPr="0035562C">
        <w:rPr>
          <w:u w:val="single"/>
          <w:lang w:val="sr-Cyrl-RS" w:eastAsia="sr-Latn-CS"/>
        </w:rPr>
        <w:t>Исказане количине добара</w:t>
      </w:r>
      <w:r w:rsidRPr="0035562C">
        <w:rPr>
          <w:lang w:val="sr-Cyrl-RS" w:eastAsia="sr-Latn-CS"/>
        </w:rPr>
        <w:t xml:space="preserve"> представљају оквирне потребе Наручиоца (у погледу количина по врстама) за период од годину дана. Наручилац може кориговати исказане потребе (само у оквиру исказаних врста, а у погледу количина добара), у случају измењених околности у пословању Наручиоца, при чему се наведена корекција мора кретати у оквиру укупне вредности понуде.</w:t>
      </w:r>
    </w:p>
    <w:p w14:paraId="4DA5008A" w14:textId="77777777" w:rsidR="00A23BAB" w:rsidRPr="0035562C" w:rsidRDefault="00A23BAB" w:rsidP="00A23BAB">
      <w:pPr>
        <w:ind w:left="0" w:right="0"/>
        <w:jc w:val="both"/>
        <w:rPr>
          <w:lang w:val="sr-Cyrl-RS" w:eastAsia="sr-Latn-CS"/>
        </w:rPr>
      </w:pPr>
      <w:r w:rsidRPr="0035562C">
        <w:rPr>
          <w:lang w:val="sr-Cyrl-RS" w:eastAsia="sr-Latn-CS"/>
        </w:rPr>
        <w:tab/>
        <w:t xml:space="preserve">4. </w:t>
      </w:r>
      <w:r w:rsidRPr="0035562C">
        <w:rPr>
          <w:u w:val="single"/>
          <w:lang w:val="sr-Cyrl-RS" w:eastAsia="sr-Latn-CS"/>
        </w:rPr>
        <w:t>Начин испоруке и плаћања</w:t>
      </w:r>
      <w:r w:rsidRPr="0035562C">
        <w:rPr>
          <w:lang w:val="sr-Cyrl-RS" w:eastAsia="sr-Latn-CS"/>
        </w:rPr>
        <w:t>:</w:t>
      </w:r>
    </w:p>
    <w:p w14:paraId="4E127DF8" w14:textId="77777777" w:rsidR="00A23BAB" w:rsidRPr="0035562C" w:rsidRDefault="00A23BAB" w:rsidP="00A23BAB">
      <w:pPr>
        <w:ind w:left="0" w:right="0"/>
        <w:jc w:val="both"/>
        <w:rPr>
          <w:lang w:val="sr-Cyrl-RS" w:eastAsia="sr-Latn-CS"/>
        </w:rPr>
      </w:pPr>
      <w:r w:rsidRPr="0035562C">
        <w:rPr>
          <w:lang w:val="sr-Cyrl-RS" w:eastAsia="sr-Latn-CS"/>
        </w:rPr>
        <w:tab/>
        <w:t>- Испорука и плаћање за предметна добра ће се вршити на бензинским станицама уз коришћење картице за гориво.</w:t>
      </w:r>
    </w:p>
    <w:p w14:paraId="36776E5B" w14:textId="77777777" w:rsidR="00A23BAB" w:rsidRPr="0035562C" w:rsidRDefault="00A23BAB" w:rsidP="00A23BAB">
      <w:pPr>
        <w:ind w:left="0" w:right="0"/>
        <w:jc w:val="both"/>
        <w:rPr>
          <w:bCs/>
          <w:iCs/>
          <w:noProof/>
          <w:lang w:val="sr-Cyrl-RS" w:eastAsia="sr-Latn-CS"/>
        </w:rPr>
      </w:pPr>
      <w:r w:rsidRPr="0035562C">
        <w:rPr>
          <w:lang w:val="sr-Cyrl-RS" w:eastAsia="sr-Latn-CS"/>
        </w:rPr>
        <w:tab/>
        <w:t>- Испорука ће се вршити сукцесивно на бензинским станицама понуђача.</w:t>
      </w:r>
    </w:p>
    <w:p w14:paraId="1ED17C0B" w14:textId="77777777" w:rsidR="00AF315A" w:rsidRPr="0035562C" w:rsidRDefault="00AF315A" w:rsidP="00341A8B">
      <w:pPr>
        <w:ind w:left="0"/>
        <w:rPr>
          <w:lang w:val="sr-Cyrl-RS"/>
        </w:rPr>
      </w:pPr>
    </w:p>
    <w:sectPr w:rsidR="00AF315A" w:rsidRPr="0035562C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08755" w14:textId="77777777" w:rsidR="00202586" w:rsidRDefault="00202586">
      <w:r>
        <w:separator/>
      </w:r>
    </w:p>
  </w:endnote>
  <w:endnote w:type="continuationSeparator" w:id="0">
    <w:p w14:paraId="7E334924" w14:textId="77777777" w:rsidR="00202586" w:rsidRDefault="0020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434A6" w14:textId="77777777" w:rsidR="00202586" w:rsidRDefault="00202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4B4AA82" w14:textId="77777777" w:rsidR="00202586" w:rsidRDefault="00202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348E2" w14:textId="77777777" w:rsidR="00202586" w:rsidRDefault="00202586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B8124" w14:textId="77777777" w:rsidR="00202586" w:rsidRPr="00152F9F" w:rsidRDefault="008A34D9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9538080">
        <v:line id="_x0000_s2050" style="position:absolute;left:0;text-align:left;z-index:251656704" from="3.75pt,16.45pt" to="486.15pt,16.45pt" o:allowincell="f" strokeweight="1.5pt"/>
      </w:pict>
    </w:r>
    <w:r w:rsidR="00202586">
      <w:rPr>
        <w:rStyle w:val="MessageHeaderLabel"/>
        <w:rFonts w:ascii="Times New Roman" w:hAnsi="Times New Roman"/>
        <w:b/>
        <w:lang w:val="de-DE"/>
      </w:rPr>
      <w:t>Тел.Фаx. +381 13 3</w:t>
    </w:r>
    <w:r w:rsidR="00202586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202586">
      <w:rPr>
        <w:rStyle w:val="MessageHeaderLabel"/>
        <w:rFonts w:ascii="Times New Roman" w:hAnsi="Times New Roman"/>
        <w:b/>
        <w:lang w:val="de-DE"/>
      </w:rPr>
      <w:t>Директор</w:t>
    </w:r>
    <w:r w:rsidR="00202586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202586">
      <w:rPr>
        <w:rStyle w:val="MessageHeaderLabel"/>
        <w:rFonts w:ascii="Times New Roman" w:hAnsi="Times New Roman"/>
        <w:b/>
        <w:lang w:val="de-DE"/>
      </w:rPr>
      <w:t>тел</w:t>
    </w:r>
    <w:r w:rsidR="00202586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02586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02586">
      <w:rPr>
        <w:rStyle w:val="MessageHeaderLabel"/>
        <w:rFonts w:ascii="Times New Roman" w:hAnsi="Times New Roman"/>
        <w:b/>
        <w:lang w:val="it-IT"/>
      </w:rPr>
      <w:t>е</w:t>
    </w:r>
    <w:r w:rsidR="00202586" w:rsidRPr="00152F9F">
      <w:rPr>
        <w:rStyle w:val="MessageHeaderLabel"/>
        <w:rFonts w:ascii="Times New Roman" w:hAnsi="Times New Roman"/>
        <w:b/>
        <w:lang w:val="it-IT"/>
      </w:rPr>
      <w:t>-</w:t>
    </w:r>
    <w:r w:rsidR="00202586">
      <w:rPr>
        <w:rStyle w:val="MessageHeaderLabel"/>
        <w:rFonts w:ascii="Times New Roman" w:hAnsi="Times New Roman"/>
        <w:b/>
        <w:lang w:val="it-IT"/>
      </w:rPr>
      <w:t>маил</w:t>
    </w:r>
    <w:r w:rsidR="00202586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202586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4081E" w14:textId="77777777" w:rsidR="00202586" w:rsidRDefault="00202586">
      <w:r>
        <w:separator/>
      </w:r>
    </w:p>
  </w:footnote>
  <w:footnote w:type="continuationSeparator" w:id="0">
    <w:p w14:paraId="16F449A4" w14:textId="77777777" w:rsidR="00202586" w:rsidRDefault="0020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DA862" w14:textId="77777777" w:rsidR="00202586" w:rsidRDefault="00202586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51DCA" w14:textId="77777777" w:rsidR="00202586" w:rsidRDefault="00202586" w:rsidP="00020DF1">
    <w:pPr>
      <w:pStyle w:val="Heading3"/>
      <w:spacing w:before="0" w:after="0"/>
      <w:ind w:left="0" w:right="0"/>
    </w:pPr>
  </w:p>
  <w:p w14:paraId="08C4A8D3" w14:textId="77777777" w:rsidR="00202586" w:rsidRDefault="00202586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3298771D" wp14:editId="1E1E6E20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0738C42" wp14:editId="3BD8702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B8D6357" w14:textId="77777777" w:rsidR="00202586" w:rsidRDefault="00202586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A2905C0" w14:textId="77777777" w:rsidR="00202586" w:rsidRDefault="00202586" w:rsidP="00255AFE">
    <w:pPr>
      <w:ind w:left="170" w:right="0"/>
      <w:jc w:val="center"/>
    </w:pPr>
    <w:r>
      <w:t>Завод за јавно здравље Панчево</w:t>
    </w:r>
  </w:p>
  <w:p w14:paraId="12CE8E6A" w14:textId="77777777" w:rsidR="00202586" w:rsidRDefault="00202586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193A2F22" w14:textId="77777777" w:rsidR="00202586" w:rsidRDefault="00202586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55D44D9"/>
    <w:multiLevelType w:val="hybridMultilevel"/>
    <w:tmpl w:val="986E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63C8E"/>
    <w:rsid w:val="000C72B2"/>
    <w:rsid w:val="000E31AC"/>
    <w:rsid w:val="001249E0"/>
    <w:rsid w:val="00136A68"/>
    <w:rsid w:val="00152F9F"/>
    <w:rsid w:val="00153DB0"/>
    <w:rsid w:val="0016026B"/>
    <w:rsid w:val="001604B2"/>
    <w:rsid w:val="001A2DF0"/>
    <w:rsid w:val="001E28EE"/>
    <w:rsid w:val="00202586"/>
    <w:rsid w:val="00255AFE"/>
    <w:rsid w:val="002D7414"/>
    <w:rsid w:val="002E6BB5"/>
    <w:rsid w:val="00341A8B"/>
    <w:rsid w:val="0035562C"/>
    <w:rsid w:val="00356D25"/>
    <w:rsid w:val="00361A2D"/>
    <w:rsid w:val="00373489"/>
    <w:rsid w:val="003A7D62"/>
    <w:rsid w:val="003D56B3"/>
    <w:rsid w:val="003D6CC0"/>
    <w:rsid w:val="00417FBB"/>
    <w:rsid w:val="004267E2"/>
    <w:rsid w:val="00434B9F"/>
    <w:rsid w:val="00436FD0"/>
    <w:rsid w:val="0047388A"/>
    <w:rsid w:val="005179CA"/>
    <w:rsid w:val="00546A34"/>
    <w:rsid w:val="00570E24"/>
    <w:rsid w:val="005A48D4"/>
    <w:rsid w:val="005B3F46"/>
    <w:rsid w:val="005C51D6"/>
    <w:rsid w:val="00647975"/>
    <w:rsid w:val="006A6D05"/>
    <w:rsid w:val="00701DAF"/>
    <w:rsid w:val="0074399B"/>
    <w:rsid w:val="007C6708"/>
    <w:rsid w:val="007E4CC9"/>
    <w:rsid w:val="007F4E0B"/>
    <w:rsid w:val="00841BD3"/>
    <w:rsid w:val="00872673"/>
    <w:rsid w:val="00885B49"/>
    <w:rsid w:val="008A1C5C"/>
    <w:rsid w:val="008A34D9"/>
    <w:rsid w:val="008C46C7"/>
    <w:rsid w:val="008D72FC"/>
    <w:rsid w:val="008E4B59"/>
    <w:rsid w:val="008F6FE9"/>
    <w:rsid w:val="008F77E2"/>
    <w:rsid w:val="00900B56"/>
    <w:rsid w:val="00937EF1"/>
    <w:rsid w:val="00947A00"/>
    <w:rsid w:val="009B1801"/>
    <w:rsid w:val="009B6E19"/>
    <w:rsid w:val="009C48BF"/>
    <w:rsid w:val="009D3EF4"/>
    <w:rsid w:val="009F5BF8"/>
    <w:rsid w:val="00A00040"/>
    <w:rsid w:val="00A23600"/>
    <w:rsid w:val="00A23BAB"/>
    <w:rsid w:val="00A463F3"/>
    <w:rsid w:val="00A65609"/>
    <w:rsid w:val="00A72312"/>
    <w:rsid w:val="00A94055"/>
    <w:rsid w:val="00AA4928"/>
    <w:rsid w:val="00AE2633"/>
    <w:rsid w:val="00AF315A"/>
    <w:rsid w:val="00B105E0"/>
    <w:rsid w:val="00B22668"/>
    <w:rsid w:val="00B71CC8"/>
    <w:rsid w:val="00B834F9"/>
    <w:rsid w:val="00BE1D99"/>
    <w:rsid w:val="00C07AEF"/>
    <w:rsid w:val="00C508A4"/>
    <w:rsid w:val="00C72B23"/>
    <w:rsid w:val="00C92985"/>
    <w:rsid w:val="00CD2FA7"/>
    <w:rsid w:val="00D032E9"/>
    <w:rsid w:val="00D130A5"/>
    <w:rsid w:val="00D16F24"/>
    <w:rsid w:val="00D17D8B"/>
    <w:rsid w:val="00D24539"/>
    <w:rsid w:val="00D40CF6"/>
    <w:rsid w:val="00D57E6D"/>
    <w:rsid w:val="00D9739E"/>
    <w:rsid w:val="00DA66EC"/>
    <w:rsid w:val="00DC7597"/>
    <w:rsid w:val="00E43265"/>
    <w:rsid w:val="00EA39DE"/>
    <w:rsid w:val="00EB1B10"/>
    <w:rsid w:val="00EB52E0"/>
    <w:rsid w:val="00EF3804"/>
    <w:rsid w:val="00F6753C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3185405"/>
  <w15:docId w15:val="{18F1639C-080F-45BB-A9A1-A72B1F5C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5</cp:revision>
  <cp:lastPrinted>2007-06-13T08:07:00Z</cp:lastPrinted>
  <dcterms:created xsi:type="dcterms:W3CDTF">2023-01-30T14:45:00Z</dcterms:created>
  <dcterms:modified xsi:type="dcterms:W3CDTF">2023-01-30T15:47:00Z</dcterms:modified>
</cp:coreProperties>
</file>